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E08" w:rsidRDefault="005A0E08" w:rsidP="00EF04DD"/>
    <w:p w:rsidR="00EF04DD" w:rsidRDefault="00EF04DD" w:rsidP="00EF04DD"/>
    <w:p w:rsidR="00537B1A" w:rsidRDefault="00EF04DD" w:rsidP="00EF04DD">
      <w:pPr>
        <w:pStyle w:val="Normlnweb"/>
        <w:spacing w:before="0" w:after="0"/>
        <w:ind w:firstLine="0"/>
        <w:rPr>
          <w:rFonts w:ascii="Arial" w:hAnsi="Arial" w:cs="Arial"/>
          <w:b/>
          <w:sz w:val="22"/>
          <w:szCs w:val="22"/>
        </w:rPr>
      </w:pPr>
      <w:r w:rsidRPr="00EF04DD">
        <w:rPr>
          <w:rFonts w:ascii="Arial" w:hAnsi="Arial" w:cs="Arial"/>
          <w:b/>
          <w:sz w:val="22"/>
          <w:szCs w:val="22"/>
        </w:rPr>
        <w:t>Technická specifikace zařízení</w:t>
      </w:r>
    </w:p>
    <w:p w:rsidR="004C5EE9" w:rsidRDefault="00B12314" w:rsidP="00EF04DD">
      <w:pPr>
        <w:pStyle w:val="Normlnweb"/>
        <w:spacing w:before="0" w:after="0"/>
        <w:ind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F04DD" w:rsidRDefault="00924662" w:rsidP="00EF04DD">
      <w:pPr>
        <w:pStyle w:val="Normlnweb"/>
        <w:spacing w:before="0" w:after="0"/>
        <w:ind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Pronájem v</w:t>
      </w:r>
      <w:r w:rsidR="004C5EE9" w:rsidRPr="004C5EE9">
        <w:rPr>
          <w:rFonts w:ascii="Arial" w:hAnsi="Arial" w:cs="Arial"/>
          <w:b/>
          <w:sz w:val="22"/>
          <w:szCs w:val="22"/>
        </w:rPr>
        <w:t>elkoformátov</w:t>
      </w:r>
      <w:r>
        <w:rPr>
          <w:rFonts w:ascii="Arial" w:hAnsi="Arial" w:cs="Arial"/>
          <w:b/>
          <w:sz w:val="22"/>
          <w:szCs w:val="22"/>
        </w:rPr>
        <w:t>ého zařízení pro OŘ Ostrava</w:t>
      </w:r>
      <w:r w:rsidR="00B12314">
        <w:rPr>
          <w:rFonts w:ascii="Arial" w:hAnsi="Arial" w:cs="Arial"/>
          <w:b/>
          <w:sz w:val="22"/>
          <w:szCs w:val="22"/>
        </w:rPr>
        <w:t xml:space="preserve"> </w:t>
      </w:r>
    </w:p>
    <w:p w:rsidR="008E0633" w:rsidRDefault="008E0633" w:rsidP="00EF04D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</w:rPr>
      </w:pPr>
    </w:p>
    <w:p w:rsidR="00EF04DD" w:rsidRPr="00924662" w:rsidRDefault="00EF04DD" w:rsidP="00EF04D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  <w:u w:val="single"/>
        </w:rPr>
      </w:pPr>
      <w:r w:rsidRPr="00924662">
        <w:rPr>
          <w:rFonts w:ascii="Arial" w:hAnsi="Arial" w:cs="Arial"/>
          <w:sz w:val="22"/>
          <w:szCs w:val="22"/>
          <w:u w:val="single"/>
        </w:rPr>
        <w:t>Tisk:</w:t>
      </w:r>
    </w:p>
    <w:p w:rsidR="00EF04DD" w:rsidRPr="00EF04DD" w:rsidRDefault="00EF04DD" w:rsidP="00EF04D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</w:rPr>
      </w:pPr>
      <w:r w:rsidRPr="00EF04DD">
        <w:rPr>
          <w:rFonts w:ascii="Arial" w:hAnsi="Arial" w:cs="Arial"/>
          <w:sz w:val="22"/>
          <w:szCs w:val="22"/>
        </w:rPr>
        <w:t>Technologie:</w:t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  <w:t>tonerový voděodolný tisk</w:t>
      </w:r>
    </w:p>
    <w:p w:rsidR="00EF04DD" w:rsidRPr="00EF04DD" w:rsidRDefault="00EF04DD" w:rsidP="00EF04D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</w:rPr>
      </w:pPr>
      <w:r w:rsidRPr="00EF04DD">
        <w:rPr>
          <w:rFonts w:ascii="Arial" w:hAnsi="Arial" w:cs="Arial"/>
          <w:sz w:val="22"/>
          <w:szCs w:val="22"/>
        </w:rPr>
        <w:t>Rozlišení:</w:t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  <w:t>min. 600 x 600 dpi</w:t>
      </w:r>
    </w:p>
    <w:p w:rsidR="00EF04DD" w:rsidRDefault="00EF04DD" w:rsidP="00EF04D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</w:rPr>
      </w:pPr>
      <w:r w:rsidRPr="00EF04DD">
        <w:rPr>
          <w:rFonts w:ascii="Arial" w:hAnsi="Arial" w:cs="Arial"/>
          <w:sz w:val="22"/>
          <w:szCs w:val="22"/>
        </w:rPr>
        <w:t>Kalibrace:</w:t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  <w:t>automatické nastavení tiskové hlavy (hlav)</w:t>
      </w:r>
    </w:p>
    <w:p w:rsidR="00537B1A" w:rsidRDefault="00537B1A" w:rsidP="00EF04D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rolí: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4</w:t>
      </w:r>
    </w:p>
    <w:p w:rsidR="00207787" w:rsidRPr="00EF04DD" w:rsidRDefault="00207787" w:rsidP="00EF04D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Rychlost tisku (minimálně):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170 A1/h, 21,2 s/A1</w:t>
      </w:r>
    </w:p>
    <w:p w:rsidR="00537B1A" w:rsidRPr="00537B1A" w:rsidRDefault="00EF04DD" w:rsidP="00EF04D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  <w:vertAlign w:val="superscript"/>
        </w:rPr>
      </w:pPr>
      <w:r w:rsidRPr="00EF04DD">
        <w:rPr>
          <w:rFonts w:ascii="Arial" w:hAnsi="Arial" w:cs="Arial"/>
          <w:sz w:val="22"/>
          <w:szCs w:val="22"/>
        </w:rPr>
        <w:t>Typy médií:</w:t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  <w:t>nenatírané 60 – 160 g.m</w:t>
      </w:r>
      <w:r w:rsidRPr="00EF04DD">
        <w:rPr>
          <w:rFonts w:ascii="Arial" w:hAnsi="Arial" w:cs="Arial"/>
          <w:sz w:val="22"/>
          <w:szCs w:val="22"/>
          <w:vertAlign w:val="superscript"/>
        </w:rPr>
        <w:t>-2</w:t>
      </w:r>
    </w:p>
    <w:p w:rsidR="00EF04DD" w:rsidRPr="00EF04DD" w:rsidRDefault="00EF04DD" w:rsidP="00EF04D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</w:rPr>
      </w:pPr>
      <w:r w:rsidRPr="00EF04DD">
        <w:rPr>
          <w:rFonts w:ascii="Arial" w:hAnsi="Arial" w:cs="Arial"/>
          <w:sz w:val="22"/>
          <w:szCs w:val="22"/>
        </w:rPr>
        <w:t>Velikost médií:</w:t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  <w:t>šířka 297 – 1 067 mm</w:t>
      </w:r>
    </w:p>
    <w:p w:rsidR="00EF04DD" w:rsidRPr="00EF04DD" w:rsidRDefault="00EF04DD" w:rsidP="00EF04DD">
      <w:pPr>
        <w:pStyle w:val="Normlnweb"/>
        <w:spacing w:before="0" w:after="0"/>
        <w:rPr>
          <w:rFonts w:ascii="Arial" w:hAnsi="Arial" w:cs="Arial"/>
          <w:sz w:val="22"/>
          <w:szCs w:val="22"/>
        </w:rPr>
      </w:pP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  <w:t xml:space="preserve">délka 200 m </w:t>
      </w:r>
      <w:r w:rsidR="00924662">
        <w:rPr>
          <w:rFonts w:ascii="Arial" w:hAnsi="Arial" w:cs="Arial"/>
          <w:sz w:val="22"/>
          <w:szCs w:val="22"/>
        </w:rPr>
        <w:t xml:space="preserve">min </w:t>
      </w:r>
      <w:r w:rsidRPr="00EF04DD">
        <w:rPr>
          <w:rFonts w:ascii="Arial" w:hAnsi="Arial" w:cs="Arial"/>
          <w:sz w:val="22"/>
          <w:szCs w:val="22"/>
        </w:rPr>
        <w:t>na roli, 400 m max.</w:t>
      </w:r>
    </w:p>
    <w:p w:rsidR="00EF04DD" w:rsidRPr="00EF04DD" w:rsidRDefault="00EF04DD" w:rsidP="00EF04DD">
      <w:pPr>
        <w:pStyle w:val="Normlnweb"/>
        <w:spacing w:before="0" w:after="0"/>
        <w:ind w:left="540"/>
        <w:rPr>
          <w:rFonts w:ascii="Arial" w:hAnsi="Arial" w:cs="Arial"/>
          <w:sz w:val="22"/>
          <w:szCs w:val="22"/>
        </w:rPr>
      </w:pPr>
    </w:p>
    <w:p w:rsidR="00EF04DD" w:rsidRPr="00EF04DD" w:rsidRDefault="00EF04DD" w:rsidP="00EF04D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</w:rPr>
      </w:pPr>
      <w:r w:rsidRPr="00EF04DD">
        <w:rPr>
          <w:rFonts w:ascii="Arial" w:hAnsi="Arial" w:cs="Arial"/>
          <w:sz w:val="22"/>
          <w:szCs w:val="22"/>
        </w:rPr>
        <w:t>Výstup:</w:t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  <w:t>horní výstupní zásobník</w:t>
      </w:r>
    </w:p>
    <w:p w:rsidR="00EF04DD" w:rsidRPr="00EF04DD" w:rsidRDefault="00EF04DD" w:rsidP="00EF04DD">
      <w:pPr>
        <w:pStyle w:val="Normlnweb"/>
        <w:spacing w:before="0" w:after="0"/>
        <w:ind w:left="540"/>
        <w:rPr>
          <w:rFonts w:ascii="Arial" w:hAnsi="Arial" w:cs="Arial"/>
          <w:sz w:val="22"/>
          <w:szCs w:val="22"/>
        </w:rPr>
      </w:pPr>
    </w:p>
    <w:p w:rsidR="00EF04DD" w:rsidRPr="00924662" w:rsidRDefault="00EF04DD" w:rsidP="00EF04D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  <w:u w:val="single"/>
        </w:rPr>
      </w:pPr>
      <w:proofErr w:type="spellStart"/>
      <w:r w:rsidRPr="00924662">
        <w:rPr>
          <w:rFonts w:ascii="Arial" w:hAnsi="Arial" w:cs="Arial"/>
          <w:sz w:val="22"/>
          <w:szCs w:val="22"/>
          <w:u w:val="single"/>
        </w:rPr>
        <w:t>Sken</w:t>
      </w:r>
      <w:proofErr w:type="spellEnd"/>
      <w:r w:rsidRPr="00924662">
        <w:rPr>
          <w:rFonts w:ascii="Arial" w:hAnsi="Arial" w:cs="Arial"/>
          <w:sz w:val="22"/>
          <w:szCs w:val="22"/>
          <w:u w:val="single"/>
        </w:rPr>
        <w:t>:</w:t>
      </w:r>
    </w:p>
    <w:p w:rsidR="00EF04DD" w:rsidRPr="00EF04DD" w:rsidRDefault="00EF04DD" w:rsidP="00EF04D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</w:rPr>
      </w:pPr>
      <w:proofErr w:type="spellStart"/>
      <w:r w:rsidRPr="00EF04DD">
        <w:rPr>
          <w:rFonts w:ascii="Arial" w:hAnsi="Arial" w:cs="Arial"/>
          <w:sz w:val="22"/>
          <w:szCs w:val="22"/>
        </w:rPr>
        <w:t>Rozlíšení</w:t>
      </w:r>
      <w:proofErr w:type="spellEnd"/>
      <w:r w:rsidRPr="00EF04DD">
        <w:rPr>
          <w:rFonts w:ascii="Arial" w:hAnsi="Arial" w:cs="Arial"/>
          <w:sz w:val="22"/>
          <w:szCs w:val="22"/>
        </w:rPr>
        <w:t>:</w:t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  <w:t>do 600 dpi</w:t>
      </w:r>
    </w:p>
    <w:p w:rsidR="00EF04DD" w:rsidRPr="00EF04DD" w:rsidRDefault="00EF04DD" w:rsidP="00EF04D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</w:rPr>
      </w:pPr>
      <w:r w:rsidRPr="00EF04DD">
        <w:rPr>
          <w:rFonts w:ascii="Arial" w:hAnsi="Arial" w:cs="Arial"/>
          <w:sz w:val="22"/>
          <w:szCs w:val="22"/>
        </w:rPr>
        <w:t>Přesnost skenování:</w:t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  <w:t>0,1%  +/-  1 pixel</w:t>
      </w:r>
    </w:p>
    <w:p w:rsidR="00EF04DD" w:rsidRPr="00EF04DD" w:rsidRDefault="00EF04DD" w:rsidP="00EF04D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</w:rPr>
      </w:pPr>
      <w:r w:rsidRPr="00EF04DD">
        <w:rPr>
          <w:rFonts w:ascii="Arial" w:hAnsi="Arial" w:cs="Arial"/>
          <w:sz w:val="22"/>
          <w:szCs w:val="22"/>
        </w:rPr>
        <w:t>Měřítko zvětšení reprodukce:</w:t>
      </w:r>
      <w:r w:rsidRPr="00EF04DD">
        <w:rPr>
          <w:rFonts w:ascii="Arial" w:hAnsi="Arial" w:cs="Arial"/>
          <w:sz w:val="22"/>
          <w:szCs w:val="22"/>
        </w:rPr>
        <w:tab/>
        <w:t>automatické</w:t>
      </w:r>
    </w:p>
    <w:p w:rsidR="00EF04DD" w:rsidRPr="00EF04DD" w:rsidRDefault="00EF04DD" w:rsidP="00EF04DD">
      <w:pPr>
        <w:pStyle w:val="Normlnweb"/>
        <w:spacing w:before="0" w:after="0"/>
        <w:ind w:left="540"/>
        <w:rPr>
          <w:rFonts w:ascii="Arial" w:hAnsi="Arial" w:cs="Arial"/>
          <w:sz w:val="22"/>
          <w:szCs w:val="22"/>
        </w:rPr>
      </w:pP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  <w:t>volitelné 10 – 100%</w:t>
      </w:r>
    </w:p>
    <w:p w:rsidR="00EF04DD" w:rsidRPr="00EF04DD" w:rsidRDefault="00EF04DD" w:rsidP="00EF04D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</w:rPr>
      </w:pPr>
      <w:r w:rsidRPr="00EF04DD">
        <w:rPr>
          <w:rFonts w:ascii="Arial" w:hAnsi="Arial" w:cs="Arial"/>
          <w:sz w:val="22"/>
          <w:szCs w:val="22"/>
        </w:rPr>
        <w:t xml:space="preserve">Datové formáty </w:t>
      </w:r>
      <w:proofErr w:type="spellStart"/>
      <w:r w:rsidRPr="00EF04DD">
        <w:rPr>
          <w:rFonts w:ascii="Arial" w:hAnsi="Arial" w:cs="Arial"/>
          <w:sz w:val="22"/>
          <w:szCs w:val="22"/>
        </w:rPr>
        <w:t>skenu</w:t>
      </w:r>
      <w:proofErr w:type="spellEnd"/>
      <w:r w:rsidRPr="00EF04DD">
        <w:rPr>
          <w:rFonts w:ascii="Arial" w:hAnsi="Arial" w:cs="Arial"/>
          <w:sz w:val="22"/>
          <w:szCs w:val="22"/>
        </w:rPr>
        <w:t>:</w:t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  <w:t>TIFF, PDF, PDF/A, CALS, JEPG</w:t>
      </w:r>
    </w:p>
    <w:p w:rsidR="00EF04DD" w:rsidRDefault="00EF04DD" w:rsidP="00EF04DD">
      <w:pPr>
        <w:pStyle w:val="Normlnweb"/>
        <w:spacing w:before="0" w:after="0"/>
        <w:ind w:left="540"/>
        <w:rPr>
          <w:rFonts w:ascii="Arial" w:hAnsi="Arial" w:cs="Arial"/>
          <w:sz w:val="22"/>
          <w:szCs w:val="22"/>
        </w:rPr>
      </w:pP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</w:r>
      <w:proofErr w:type="spellStart"/>
      <w:r w:rsidRPr="00EF04DD">
        <w:rPr>
          <w:rFonts w:ascii="Arial" w:hAnsi="Arial" w:cs="Arial"/>
          <w:sz w:val="22"/>
          <w:szCs w:val="22"/>
        </w:rPr>
        <w:t>Multipage</w:t>
      </w:r>
      <w:proofErr w:type="spellEnd"/>
      <w:r w:rsidRPr="00EF04DD">
        <w:rPr>
          <w:rFonts w:ascii="Arial" w:hAnsi="Arial" w:cs="Arial"/>
          <w:sz w:val="22"/>
          <w:szCs w:val="22"/>
        </w:rPr>
        <w:t xml:space="preserve"> PDF, PDF/A, TIFF</w:t>
      </w:r>
    </w:p>
    <w:p w:rsidR="00D70F5D" w:rsidRDefault="00D70F5D" w:rsidP="00D70F5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Umístění skeneru</w:t>
      </w:r>
      <w:r w:rsidRPr="00D70F5D">
        <w:rPr>
          <w:rFonts w:ascii="Arial" w:hAnsi="Arial" w:cs="Arial"/>
          <w:sz w:val="22"/>
          <w:szCs w:val="22"/>
        </w:rPr>
        <w:t xml:space="preserve"> na zařízení</w:t>
      </w:r>
    </w:p>
    <w:p w:rsidR="00D70F5D" w:rsidRPr="00EF04DD" w:rsidRDefault="00D70F5D" w:rsidP="00EF04DD">
      <w:pPr>
        <w:pStyle w:val="Normlnweb"/>
        <w:spacing w:before="0" w:after="0"/>
        <w:ind w:left="540"/>
        <w:rPr>
          <w:rFonts w:ascii="Arial" w:hAnsi="Arial" w:cs="Arial"/>
          <w:sz w:val="22"/>
          <w:szCs w:val="22"/>
        </w:rPr>
      </w:pPr>
    </w:p>
    <w:p w:rsidR="00EF04DD" w:rsidRPr="00EF04DD" w:rsidRDefault="00EF04DD" w:rsidP="005E2293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</w:rPr>
      </w:pPr>
    </w:p>
    <w:p w:rsidR="00EF04DD" w:rsidRPr="00924662" w:rsidRDefault="00EF04DD" w:rsidP="00EF04D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  <w:u w:val="single"/>
        </w:rPr>
      </w:pPr>
      <w:r w:rsidRPr="00924662">
        <w:rPr>
          <w:rFonts w:ascii="Arial" w:hAnsi="Arial" w:cs="Arial"/>
          <w:sz w:val="22"/>
          <w:szCs w:val="22"/>
          <w:u w:val="single"/>
        </w:rPr>
        <w:t>Skládání:</w:t>
      </w:r>
    </w:p>
    <w:p w:rsidR="00EF04DD" w:rsidRPr="00EF04DD" w:rsidRDefault="00EF04DD" w:rsidP="00EF04D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</w:rPr>
      </w:pPr>
      <w:r w:rsidRPr="00EF04DD">
        <w:rPr>
          <w:rFonts w:ascii="Arial" w:hAnsi="Arial" w:cs="Arial"/>
          <w:sz w:val="22"/>
          <w:szCs w:val="22"/>
        </w:rPr>
        <w:t>Min. rychlost skládání:</w:t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  <w:t>10 m.min</w:t>
      </w:r>
      <w:r w:rsidRPr="00EF04DD">
        <w:rPr>
          <w:rFonts w:ascii="Arial" w:hAnsi="Arial" w:cs="Arial"/>
          <w:sz w:val="22"/>
          <w:szCs w:val="22"/>
          <w:vertAlign w:val="superscript"/>
        </w:rPr>
        <w:t>-1</w:t>
      </w:r>
    </w:p>
    <w:p w:rsidR="00EF04DD" w:rsidRPr="00EF04DD" w:rsidRDefault="00EF04DD" w:rsidP="00EF04D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</w:rPr>
      </w:pPr>
      <w:r w:rsidRPr="00EF04DD">
        <w:rPr>
          <w:rFonts w:ascii="Arial" w:hAnsi="Arial" w:cs="Arial"/>
          <w:sz w:val="22"/>
          <w:szCs w:val="22"/>
        </w:rPr>
        <w:t>Formát skládání:</w:t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  <w:t>210 mm se zakládacím okrajem</w:t>
      </w:r>
    </w:p>
    <w:p w:rsidR="00EF04DD" w:rsidRPr="00EF04DD" w:rsidRDefault="00EF04DD" w:rsidP="00EF04D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</w:rPr>
      </w:pP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  <w:t>210 mm bez okraje</w:t>
      </w:r>
    </w:p>
    <w:p w:rsidR="00EF04DD" w:rsidRPr="00EF04DD" w:rsidRDefault="00EF04DD" w:rsidP="00EF04D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</w:rPr>
      </w:pP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  <w:t>190 mm bez okraje</w:t>
      </w:r>
    </w:p>
    <w:p w:rsidR="00EF04DD" w:rsidRPr="00EF04DD" w:rsidRDefault="00EF04DD" w:rsidP="00EF04D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</w:rPr>
      </w:pPr>
      <w:r w:rsidRPr="00EF04DD">
        <w:rPr>
          <w:rFonts w:ascii="Arial" w:hAnsi="Arial" w:cs="Arial"/>
          <w:sz w:val="22"/>
          <w:szCs w:val="22"/>
        </w:rPr>
        <w:t>Příčný sklad:</w:t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</w:r>
      <w:r w:rsidRPr="00EF04DD">
        <w:rPr>
          <w:rFonts w:ascii="Arial" w:hAnsi="Arial" w:cs="Arial"/>
          <w:sz w:val="22"/>
          <w:szCs w:val="22"/>
        </w:rPr>
        <w:tab/>
        <w:t>297 / 305 mm</w:t>
      </w:r>
    </w:p>
    <w:p w:rsidR="00EF04DD" w:rsidRDefault="00EF04DD" w:rsidP="00EF04D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Šířka papíru: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297 - 917 mm</w:t>
      </w:r>
    </w:p>
    <w:p w:rsidR="00EF04DD" w:rsidRDefault="00EF04DD" w:rsidP="00EF04D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Délka papíru: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405 – 2 500 mm</w:t>
      </w:r>
    </w:p>
    <w:p w:rsidR="00537B1A" w:rsidRDefault="00537B1A" w:rsidP="00EF04D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</w:rPr>
      </w:pPr>
    </w:p>
    <w:p w:rsidR="00E90470" w:rsidRDefault="00E90470" w:rsidP="00EF04D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</w:rPr>
      </w:pPr>
    </w:p>
    <w:p w:rsidR="00E90470" w:rsidRDefault="00924662" w:rsidP="00EF04D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Dobra pronájmu včetně servisu n</w:t>
      </w:r>
      <w:r w:rsidR="00E90470">
        <w:rPr>
          <w:rFonts w:ascii="Arial" w:hAnsi="Arial" w:cs="Arial"/>
          <w:sz w:val="22"/>
          <w:szCs w:val="22"/>
        </w:rPr>
        <w:t>a 4 roky</w:t>
      </w:r>
      <w:r>
        <w:rPr>
          <w:rFonts w:ascii="Arial" w:hAnsi="Arial" w:cs="Arial"/>
          <w:sz w:val="22"/>
          <w:szCs w:val="22"/>
        </w:rPr>
        <w:t xml:space="preserve"> (48 měsíců)</w:t>
      </w:r>
    </w:p>
    <w:p w:rsidR="00E90470" w:rsidRDefault="00E90470" w:rsidP="00EF04D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</w:rPr>
      </w:pPr>
    </w:p>
    <w:p w:rsidR="00E90470" w:rsidRPr="00924662" w:rsidRDefault="00E90470" w:rsidP="00E90470">
      <w:pPr>
        <w:pStyle w:val="Style6"/>
        <w:widowControl/>
        <w:spacing w:line="240" w:lineRule="auto"/>
        <w:ind w:left="540" w:hanging="540"/>
        <w:rPr>
          <w:rStyle w:val="FontStyle37"/>
          <w:rFonts w:ascii="Arial" w:hAnsi="Arial" w:cs="Arial"/>
          <w:sz w:val="22"/>
          <w:szCs w:val="22"/>
        </w:rPr>
      </w:pPr>
      <w:r w:rsidRPr="00924662">
        <w:rPr>
          <w:rStyle w:val="FontStyle37"/>
          <w:rFonts w:ascii="Arial" w:hAnsi="Arial" w:cs="Arial"/>
          <w:sz w:val="22"/>
          <w:szCs w:val="22"/>
          <w:u w:val="single"/>
        </w:rPr>
        <w:t>Předmět veřejné zakázky:</w:t>
      </w:r>
    </w:p>
    <w:p w:rsidR="00E90470" w:rsidRPr="00924662" w:rsidRDefault="00E90470" w:rsidP="00E90470">
      <w:pPr>
        <w:pStyle w:val="Style11"/>
        <w:widowControl/>
        <w:ind w:left="284" w:right="86"/>
        <w:rPr>
          <w:rStyle w:val="FontStyle38"/>
          <w:rFonts w:ascii="Arial" w:hAnsi="Arial" w:cs="Arial"/>
          <w:sz w:val="22"/>
          <w:szCs w:val="22"/>
        </w:rPr>
      </w:pPr>
    </w:p>
    <w:p w:rsidR="00E90470" w:rsidRPr="00924662" w:rsidRDefault="00E90470" w:rsidP="00924662">
      <w:pPr>
        <w:pStyle w:val="Style10"/>
        <w:widowControl/>
        <w:spacing w:line="240" w:lineRule="auto"/>
        <w:ind w:right="-25" w:firstLine="0"/>
        <w:jc w:val="both"/>
        <w:rPr>
          <w:rStyle w:val="FontStyle37"/>
          <w:rFonts w:ascii="Arial" w:hAnsi="Arial" w:cs="Arial"/>
          <w:b w:val="0"/>
          <w:sz w:val="22"/>
          <w:szCs w:val="22"/>
        </w:rPr>
      </w:pPr>
      <w:r w:rsidRPr="00924662">
        <w:rPr>
          <w:rStyle w:val="FontStyle38"/>
          <w:rFonts w:ascii="Arial" w:hAnsi="Arial" w:cs="Arial"/>
          <w:sz w:val="22"/>
          <w:szCs w:val="22"/>
        </w:rPr>
        <w:t xml:space="preserve">Předmětem veřejné zakázky je </w:t>
      </w:r>
      <w:r w:rsidRPr="00924662">
        <w:rPr>
          <w:rStyle w:val="FontStyle37"/>
          <w:rFonts w:ascii="Arial" w:hAnsi="Arial" w:cs="Arial"/>
          <w:b w:val="0"/>
          <w:sz w:val="22"/>
          <w:szCs w:val="22"/>
        </w:rPr>
        <w:t>nájem velkoformátového velkometrážního</w:t>
      </w:r>
      <w:r w:rsidRPr="00924662">
        <w:rPr>
          <w:b/>
          <w:bCs/>
        </w:rPr>
        <w:t xml:space="preserve"> </w:t>
      </w:r>
      <w:r w:rsidRPr="00924662">
        <w:rPr>
          <w:bCs/>
          <w:sz w:val="22"/>
          <w:szCs w:val="22"/>
        </w:rPr>
        <w:t>plotteru</w:t>
      </w:r>
      <w:r w:rsidRPr="00924662">
        <w:rPr>
          <w:rStyle w:val="FontStyle37"/>
          <w:rFonts w:ascii="Arial" w:hAnsi="Arial" w:cs="Arial"/>
          <w:b w:val="0"/>
          <w:sz w:val="22"/>
          <w:szCs w:val="22"/>
        </w:rPr>
        <w:t xml:space="preserve">, </w:t>
      </w:r>
      <w:r w:rsidRPr="00924662">
        <w:rPr>
          <w:bCs/>
          <w:sz w:val="22"/>
          <w:szCs w:val="22"/>
        </w:rPr>
        <w:t xml:space="preserve">scanneru a kopírovacího zařízení </w:t>
      </w:r>
      <w:r w:rsidRPr="00924662">
        <w:rPr>
          <w:sz w:val="22"/>
          <w:szCs w:val="22"/>
        </w:rPr>
        <w:t>určeného k tisku, kopírování a skenování,</w:t>
      </w:r>
      <w:r w:rsidRPr="00924662">
        <w:rPr>
          <w:bCs/>
          <w:sz w:val="22"/>
          <w:szCs w:val="22"/>
        </w:rPr>
        <w:t xml:space="preserve"> </w:t>
      </w:r>
      <w:r w:rsidRPr="00924662">
        <w:rPr>
          <w:sz w:val="22"/>
          <w:szCs w:val="22"/>
        </w:rPr>
        <w:t>včetně souvisejícího programového a technického vybavení</w:t>
      </w:r>
      <w:r w:rsidRPr="00924662">
        <w:rPr>
          <w:rStyle w:val="FontStyle37"/>
          <w:rFonts w:ascii="Arial" w:hAnsi="Arial" w:cs="Arial"/>
          <w:b w:val="0"/>
          <w:sz w:val="22"/>
          <w:szCs w:val="22"/>
        </w:rPr>
        <w:t xml:space="preserve"> (dále také jen „zařízení“), a dále včetně souvisejících servisních činností, materiálových nákladů a dalších činností </w:t>
      </w:r>
      <w:r w:rsidRPr="00924662">
        <w:rPr>
          <w:sz w:val="22"/>
          <w:szCs w:val="22"/>
        </w:rPr>
        <w:t>spojených s nájmem zařízení</w:t>
      </w:r>
      <w:r w:rsidRPr="00924662">
        <w:rPr>
          <w:rStyle w:val="FontStyle37"/>
          <w:rFonts w:ascii="Arial" w:hAnsi="Arial" w:cs="Arial"/>
          <w:b w:val="0"/>
          <w:sz w:val="22"/>
          <w:szCs w:val="22"/>
        </w:rPr>
        <w:t xml:space="preserve">, </w:t>
      </w:r>
      <w:r w:rsidRPr="00924662">
        <w:rPr>
          <w:rStyle w:val="FontStyle37"/>
          <w:rFonts w:ascii="Arial" w:hAnsi="Arial" w:cs="Arial"/>
          <w:b w:val="0"/>
          <w:sz w:val="22"/>
          <w:szCs w:val="22"/>
        </w:rPr>
        <w:br/>
        <w:t xml:space="preserve">a to </w:t>
      </w:r>
      <w:r w:rsidR="00924662">
        <w:rPr>
          <w:rStyle w:val="FontStyle37"/>
          <w:rFonts w:ascii="Arial" w:hAnsi="Arial" w:cs="Arial"/>
          <w:b w:val="0"/>
          <w:sz w:val="22"/>
          <w:szCs w:val="22"/>
        </w:rPr>
        <w:t>na dobu 4</w:t>
      </w:r>
      <w:r w:rsidRPr="00924662">
        <w:rPr>
          <w:rStyle w:val="FontStyle37"/>
          <w:rFonts w:ascii="Arial" w:hAnsi="Arial" w:cs="Arial"/>
          <w:b w:val="0"/>
          <w:sz w:val="22"/>
          <w:szCs w:val="22"/>
        </w:rPr>
        <w:t xml:space="preserve"> let.</w:t>
      </w:r>
    </w:p>
    <w:p w:rsidR="00E90470" w:rsidRPr="00924662" w:rsidRDefault="00E90470" w:rsidP="00E90470">
      <w:pPr>
        <w:pStyle w:val="Style10"/>
        <w:widowControl/>
        <w:spacing w:line="240" w:lineRule="auto"/>
        <w:ind w:left="540" w:right="-25" w:firstLine="0"/>
        <w:rPr>
          <w:rStyle w:val="FontStyle37"/>
          <w:rFonts w:ascii="Arial" w:hAnsi="Arial" w:cs="Arial"/>
          <w:b w:val="0"/>
          <w:sz w:val="22"/>
          <w:szCs w:val="22"/>
        </w:rPr>
      </w:pPr>
    </w:p>
    <w:p w:rsidR="00E90470" w:rsidRPr="00924662" w:rsidRDefault="00E90470" w:rsidP="00924662">
      <w:pPr>
        <w:pStyle w:val="Style10"/>
        <w:widowControl/>
        <w:spacing w:line="240" w:lineRule="auto"/>
        <w:ind w:right="-23" w:firstLine="0"/>
        <w:rPr>
          <w:b/>
          <w:sz w:val="22"/>
          <w:szCs w:val="22"/>
          <w:u w:val="single"/>
        </w:rPr>
      </w:pPr>
      <w:r w:rsidRPr="00924662">
        <w:rPr>
          <w:rStyle w:val="FontStyle37"/>
          <w:rFonts w:ascii="Arial" w:hAnsi="Arial" w:cs="Arial"/>
          <w:b w:val="0"/>
          <w:sz w:val="22"/>
          <w:szCs w:val="22"/>
          <w:u w:val="single"/>
        </w:rPr>
        <w:t>Zařízením se podrobněji rozumí:</w:t>
      </w:r>
    </w:p>
    <w:p w:rsidR="00E90470" w:rsidRPr="00924662" w:rsidRDefault="00E90470" w:rsidP="0015409C">
      <w:pPr>
        <w:pStyle w:val="Normlnweb"/>
        <w:numPr>
          <w:ilvl w:val="0"/>
          <w:numId w:val="30"/>
        </w:numPr>
        <w:spacing w:after="0"/>
        <w:ind w:left="0" w:firstLine="0"/>
        <w:rPr>
          <w:rFonts w:ascii="Arial" w:hAnsi="Arial" w:cs="Arial"/>
          <w:sz w:val="22"/>
          <w:szCs w:val="22"/>
        </w:rPr>
      </w:pPr>
      <w:r w:rsidRPr="00924662">
        <w:rPr>
          <w:rFonts w:ascii="Arial" w:hAnsi="Arial" w:cs="Arial"/>
          <w:sz w:val="22"/>
          <w:szCs w:val="22"/>
        </w:rPr>
        <w:t>zařízení pro barevný tisk a kopírování velkých formátů</w:t>
      </w:r>
    </w:p>
    <w:p w:rsidR="00E90470" w:rsidRPr="00924662" w:rsidRDefault="00E90470" w:rsidP="0015409C">
      <w:pPr>
        <w:pStyle w:val="Normlnweb"/>
        <w:numPr>
          <w:ilvl w:val="0"/>
          <w:numId w:val="30"/>
        </w:numPr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924662">
        <w:rPr>
          <w:rFonts w:ascii="Arial" w:hAnsi="Arial" w:cs="Arial"/>
          <w:sz w:val="22"/>
          <w:szCs w:val="22"/>
        </w:rPr>
        <w:t>zařízení pro barevné skenování velkých formátů</w:t>
      </w:r>
    </w:p>
    <w:p w:rsidR="00E90470" w:rsidRPr="00924662" w:rsidRDefault="00E90470" w:rsidP="0015409C">
      <w:pPr>
        <w:pStyle w:val="Normlnweb"/>
        <w:numPr>
          <w:ilvl w:val="0"/>
          <w:numId w:val="30"/>
        </w:numPr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924662">
        <w:rPr>
          <w:rFonts w:ascii="Arial" w:hAnsi="Arial" w:cs="Arial"/>
          <w:sz w:val="22"/>
          <w:szCs w:val="22"/>
        </w:rPr>
        <w:t>zařízení pro skládání velkých formátů</w:t>
      </w:r>
    </w:p>
    <w:p w:rsidR="00E90470" w:rsidRPr="00924662" w:rsidRDefault="00E90470" w:rsidP="00E90470">
      <w:pPr>
        <w:pStyle w:val="Normlnweb"/>
        <w:spacing w:before="0" w:after="0"/>
        <w:ind w:left="540"/>
        <w:rPr>
          <w:rFonts w:ascii="Arial" w:hAnsi="Arial" w:cs="Arial"/>
          <w:sz w:val="22"/>
          <w:szCs w:val="22"/>
        </w:rPr>
      </w:pPr>
    </w:p>
    <w:p w:rsidR="00207787" w:rsidRDefault="00207787" w:rsidP="00924662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  <w:u w:val="single"/>
        </w:rPr>
      </w:pPr>
    </w:p>
    <w:p w:rsidR="00207787" w:rsidRDefault="00207787" w:rsidP="00924662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  <w:u w:val="single"/>
        </w:rPr>
      </w:pPr>
    </w:p>
    <w:p w:rsidR="00207787" w:rsidRDefault="00207787" w:rsidP="00924662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  <w:u w:val="single"/>
        </w:rPr>
      </w:pPr>
    </w:p>
    <w:p w:rsidR="00207787" w:rsidRDefault="00207787" w:rsidP="00924662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  <w:u w:val="single"/>
        </w:rPr>
      </w:pPr>
    </w:p>
    <w:p w:rsidR="00E90470" w:rsidRPr="00924662" w:rsidRDefault="00E90470" w:rsidP="00924662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</w:rPr>
      </w:pPr>
      <w:r w:rsidRPr="00924662">
        <w:rPr>
          <w:rFonts w:ascii="Arial" w:hAnsi="Arial" w:cs="Arial"/>
          <w:sz w:val="22"/>
          <w:szCs w:val="22"/>
          <w:u w:val="single"/>
        </w:rPr>
        <w:t>Servisními činnostmi se podrobněji rozumí:</w:t>
      </w:r>
    </w:p>
    <w:p w:rsidR="00E90470" w:rsidRPr="00924662" w:rsidRDefault="00E90470" w:rsidP="00924662">
      <w:pPr>
        <w:pStyle w:val="Normlnweb"/>
        <w:numPr>
          <w:ilvl w:val="0"/>
          <w:numId w:val="30"/>
        </w:numPr>
        <w:spacing w:after="0"/>
        <w:ind w:left="0" w:hanging="284"/>
        <w:jc w:val="both"/>
        <w:rPr>
          <w:rFonts w:ascii="Arial" w:hAnsi="Arial" w:cs="Arial"/>
          <w:sz w:val="22"/>
          <w:szCs w:val="22"/>
        </w:rPr>
      </w:pPr>
      <w:r w:rsidRPr="00924662">
        <w:rPr>
          <w:rFonts w:ascii="Arial" w:hAnsi="Arial" w:cs="Arial"/>
          <w:sz w:val="22"/>
          <w:szCs w:val="22"/>
        </w:rPr>
        <w:t xml:space="preserve">zajištění provozuschopnosti zařízení po dobu trvání nájmu zařízení – provádění servisních prací a pravidelné údržby, stanovené výrobcem zařízení, aby byl zajištěn řádný </w:t>
      </w:r>
      <w:r w:rsidRPr="00924662">
        <w:rPr>
          <w:rFonts w:ascii="Arial" w:hAnsi="Arial" w:cs="Arial"/>
          <w:sz w:val="22"/>
          <w:szCs w:val="22"/>
        </w:rPr>
        <w:br/>
        <w:t>a nepřetržitý provoz a funkčnost zařízení</w:t>
      </w:r>
    </w:p>
    <w:p w:rsidR="00E90470" w:rsidRPr="00924662" w:rsidRDefault="00E90470" w:rsidP="00924662">
      <w:pPr>
        <w:pStyle w:val="Normlnweb"/>
        <w:spacing w:before="0" w:after="0"/>
        <w:jc w:val="both"/>
        <w:rPr>
          <w:rFonts w:ascii="Arial" w:hAnsi="Arial" w:cs="Arial"/>
          <w:sz w:val="22"/>
          <w:szCs w:val="22"/>
        </w:rPr>
      </w:pPr>
    </w:p>
    <w:p w:rsidR="00E90470" w:rsidRPr="00924662" w:rsidRDefault="00E90470" w:rsidP="00207787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  <w:u w:val="single"/>
        </w:rPr>
      </w:pPr>
      <w:r w:rsidRPr="00924662">
        <w:rPr>
          <w:rFonts w:ascii="Arial" w:hAnsi="Arial" w:cs="Arial"/>
          <w:sz w:val="22"/>
          <w:szCs w:val="22"/>
          <w:u w:val="single"/>
        </w:rPr>
        <w:t>Materiálovými náklady se podrobněji rozumí:</w:t>
      </w:r>
    </w:p>
    <w:p w:rsidR="00E90470" w:rsidRPr="00924662" w:rsidRDefault="00E90470" w:rsidP="00924662">
      <w:pPr>
        <w:pStyle w:val="Normlnweb"/>
        <w:numPr>
          <w:ilvl w:val="0"/>
          <w:numId w:val="30"/>
        </w:numPr>
        <w:spacing w:after="0"/>
        <w:ind w:left="0" w:hanging="357"/>
        <w:rPr>
          <w:rFonts w:ascii="Arial" w:hAnsi="Arial" w:cs="Arial"/>
          <w:sz w:val="22"/>
          <w:szCs w:val="22"/>
        </w:rPr>
      </w:pPr>
      <w:r w:rsidRPr="00924662">
        <w:rPr>
          <w:rFonts w:ascii="Arial" w:hAnsi="Arial" w:cs="Arial"/>
          <w:sz w:val="22"/>
          <w:szCs w:val="22"/>
        </w:rPr>
        <w:t>dodávka tonerů, včetně odvozu prázdných tonerů</w:t>
      </w:r>
    </w:p>
    <w:p w:rsidR="00E90470" w:rsidRPr="00924662" w:rsidRDefault="00E90470" w:rsidP="00924662">
      <w:pPr>
        <w:pStyle w:val="Normlnweb"/>
        <w:numPr>
          <w:ilvl w:val="0"/>
          <w:numId w:val="30"/>
        </w:numPr>
        <w:spacing w:before="0" w:after="0"/>
        <w:ind w:left="0" w:hanging="357"/>
        <w:rPr>
          <w:rFonts w:ascii="Arial" w:hAnsi="Arial" w:cs="Arial"/>
          <w:sz w:val="22"/>
          <w:szCs w:val="22"/>
        </w:rPr>
      </w:pPr>
      <w:r w:rsidRPr="00924662">
        <w:rPr>
          <w:rFonts w:ascii="Arial" w:hAnsi="Arial" w:cs="Arial"/>
          <w:sz w:val="22"/>
          <w:szCs w:val="22"/>
        </w:rPr>
        <w:t>dodávka náhradních dílů nutných po řádný a nepřetržitý provoz a funkčnost zařízení</w:t>
      </w:r>
    </w:p>
    <w:p w:rsidR="00E90470" w:rsidRPr="00924662" w:rsidRDefault="00E90470" w:rsidP="00924662">
      <w:pPr>
        <w:pStyle w:val="Normlnweb"/>
        <w:spacing w:before="0" w:after="0"/>
        <w:rPr>
          <w:rFonts w:ascii="Arial" w:hAnsi="Arial" w:cs="Arial"/>
          <w:sz w:val="22"/>
          <w:szCs w:val="22"/>
        </w:rPr>
      </w:pPr>
    </w:p>
    <w:p w:rsidR="00E90470" w:rsidRPr="00924662" w:rsidRDefault="00E90470" w:rsidP="00924662">
      <w:pPr>
        <w:pStyle w:val="Style11"/>
        <w:widowControl/>
        <w:spacing w:before="120"/>
        <w:ind w:right="85"/>
        <w:jc w:val="both"/>
        <w:rPr>
          <w:rStyle w:val="FontStyle38"/>
          <w:rFonts w:ascii="Arial" w:hAnsi="Arial" w:cs="Arial"/>
          <w:sz w:val="22"/>
          <w:szCs w:val="22"/>
          <w:u w:val="single"/>
        </w:rPr>
      </w:pPr>
      <w:r w:rsidRPr="00924662">
        <w:rPr>
          <w:rStyle w:val="FontStyle38"/>
          <w:rFonts w:ascii="Arial" w:hAnsi="Arial" w:cs="Arial"/>
          <w:sz w:val="22"/>
          <w:szCs w:val="22"/>
          <w:u w:val="single"/>
        </w:rPr>
        <w:t>Součástí předmětu veřejné zakázky jsou rovněž následující činnosti spojené s nájmem zařízení:</w:t>
      </w:r>
    </w:p>
    <w:p w:rsidR="00E90470" w:rsidRPr="00924662" w:rsidRDefault="00E90470" w:rsidP="00924662">
      <w:pPr>
        <w:pStyle w:val="Normlnweb"/>
        <w:spacing w:after="0"/>
        <w:ind w:hanging="426"/>
        <w:jc w:val="both"/>
        <w:rPr>
          <w:rFonts w:ascii="Arial" w:hAnsi="Arial" w:cs="Arial"/>
          <w:sz w:val="22"/>
          <w:szCs w:val="22"/>
        </w:rPr>
      </w:pPr>
      <w:r w:rsidRPr="00924662">
        <w:rPr>
          <w:rFonts w:ascii="Arial" w:hAnsi="Arial" w:cs="Arial"/>
          <w:sz w:val="22"/>
          <w:szCs w:val="22"/>
        </w:rPr>
        <w:t>-</w:t>
      </w:r>
      <w:r w:rsidRPr="00924662">
        <w:rPr>
          <w:rFonts w:ascii="Arial" w:hAnsi="Arial" w:cs="Arial"/>
          <w:sz w:val="22"/>
          <w:szCs w:val="22"/>
        </w:rPr>
        <w:tab/>
        <w:t>doprava a instalace zařízení v místě plnění – součástí instalace je připojení zařízení k datové síti nájemce dle požadavku provozních techniků nájemce (zařízení musí být kompatibilní s datovou sítí nájemce), zprovoznění zařízení a provedení technického proškolení obsluhy zařízení s písemným záznamem – min. 2 pracovníci</w:t>
      </w:r>
    </w:p>
    <w:p w:rsidR="00E90470" w:rsidRPr="00924662" w:rsidRDefault="00E90470" w:rsidP="00924662">
      <w:pPr>
        <w:pStyle w:val="Normlnweb"/>
        <w:numPr>
          <w:ilvl w:val="0"/>
          <w:numId w:val="30"/>
        </w:numPr>
        <w:spacing w:before="0" w:after="0"/>
        <w:ind w:left="0" w:hanging="426"/>
        <w:jc w:val="both"/>
        <w:rPr>
          <w:rFonts w:ascii="Arial" w:hAnsi="Arial" w:cs="Arial"/>
        </w:rPr>
      </w:pPr>
      <w:r w:rsidRPr="00924662">
        <w:rPr>
          <w:rFonts w:ascii="Arial" w:hAnsi="Arial" w:cs="Arial"/>
          <w:sz w:val="22"/>
          <w:szCs w:val="22"/>
        </w:rPr>
        <w:t>pojištění zařízení</w:t>
      </w:r>
    </w:p>
    <w:p w:rsidR="00E90470" w:rsidRPr="00924662" w:rsidRDefault="00E90470" w:rsidP="00924662">
      <w:pPr>
        <w:pStyle w:val="Odstavecseseznamem"/>
        <w:ind w:left="0" w:hanging="426"/>
        <w:jc w:val="both"/>
        <w:rPr>
          <w:rStyle w:val="FontStyle38"/>
          <w:rFonts w:ascii="Arial" w:hAnsi="Arial" w:cs="Arial"/>
        </w:rPr>
      </w:pPr>
      <w:r w:rsidRPr="00924662">
        <w:rPr>
          <w:rFonts w:ascii="Arial" w:hAnsi="Arial" w:cs="Arial"/>
        </w:rPr>
        <w:t>-</w:t>
      </w:r>
      <w:r w:rsidRPr="00924662">
        <w:rPr>
          <w:rFonts w:ascii="Arial" w:hAnsi="Arial" w:cs="Arial"/>
        </w:rPr>
        <w:tab/>
        <w:t>předání návodu k použití v českém jazyce</w:t>
      </w:r>
    </w:p>
    <w:p w:rsidR="00E90470" w:rsidRPr="00924662" w:rsidRDefault="00E90470" w:rsidP="00924662">
      <w:pPr>
        <w:pStyle w:val="Odstavecseseznamem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</w:rPr>
      </w:pPr>
    </w:p>
    <w:p w:rsidR="00E90470" w:rsidRDefault="00E90470" w:rsidP="00924662">
      <w:pPr>
        <w:rPr>
          <w:rFonts w:ascii="Arial" w:hAnsi="Arial" w:cs="Arial"/>
          <w:u w:val="single"/>
        </w:rPr>
      </w:pPr>
      <w:r w:rsidRPr="00207787">
        <w:rPr>
          <w:rFonts w:ascii="Arial" w:hAnsi="Arial" w:cs="Arial"/>
          <w:sz w:val="22"/>
          <w:u w:val="single"/>
        </w:rPr>
        <w:t>Předmětem veřejné zakázky není dodávka papíru.</w:t>
      </w:r>
    </w:p>
    <w:p w:rsidR="00207787" w:rsidRDefault="00207787" w:rsidP="00924662">
      <w:pPr>
        <w:rPr>
          <w:rFonts w:ascii="Arial" w:hAnsi="Arial" w:cs="Arial"/>
          <w:u w:val="single"/>
        </w:rPr>
      </w:pPr>
    </w:p>
    <w:p w:rsidR="00207787" w:rsidRDefault="00207787" w:rsidP="00924662">
      <w:pPr>
        <w:rPr>
          <w:rFonts w:ascii="Arial" w:hAnsi="Arial" w:cs="Arial"/>
          <w:sz w:val="22"/>
        </w:rPr>
      </w:pPr>
    </w:p>
    <w:p w:rsidR="00537B1A" w:rsidRPr="00924662" w:rsidRDefault="00537B1A" w:rsidP="00EF04D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537B1A" w:rsidRPr="00924662" w:rsidRDefault="00537B1A" w:rsidP="00EF04D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</w:rPr>
      </w:pPr>
    </w:p>
    <w:p w:rsidR="00537B1A" w:rsidRPr="00924662" w:rsidRDefault="00537B1A" w:rsidP="00EF04D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</w:rPr>
      </w:pPr>
    </w:p>
    <w:p w:rsidR="00537B1A" w:rsidRPr="00924662" w:rsidRDefault="00537B1A" w:rsidP="00EF04DD">
      <w:pPr>
        <w:pStyle w:val="Normlnweb"/>
        <w:spacing w:before="0" w:after="0"/>
        <w:ind w:firstLine="0"/>
        <w:rPr>
          <w:rFonts w:ascii="Arial" w:hAnsi="Arial" w:cs="Arial"/>
          <w:sz w:val="22"/>
          <w:szCs w:val="22"/>
        </w:rPr>
      </w:pPr>
    </w:p>
    <w:sectPr w:rsidR="00537B1A" w:rsidRPr="00924662" w:rsidSect="002D2C14">
      <w:footerReference w:type="default" r:id="rId7"/>
      <w:headerReference w:type="first" r:id="rId8"/>
      <w:type w:val="continuous"/>
      <w:pgSz w:w="11907" w:h="16840" w:code="9"/>
      <w:pgMar w:top="1134" w:right="1418" w:bottom="1418" w:left="1418" w:header="567" w:footer="34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C1B" w:rsidRDefault="00E71C1B">
      <w:r>
        <w:separator/>
      </w:r>
    </w:p>
  </w:endnote>
  <w:endnote w:type="continuationSeparator" w:id="0">
    <w:p w:rsidR="00E71C1B" w:rsidRDefault="00E71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F5D" w:rsidRDefault="00D70F5D" w:rsidP="00954E2A">
    <w:pPr>
      <w:pStyle w:val="Zpat"/>
      <w:jc w:val="center"/>
    </w:pPr>
    <w:r w:rsidRPr="000E0456">
      <w:rPr>
        <w:rStyle w:val="slostrnky"/>
        <w:b/>
        <w:sz w:val="22"/>
        <w:szCs w:val="22"/>
      </w:rPr>
      <w:fldChar w:fldCharType="begin"/>
    </w:r>
    <w:r w:rsidRPr="000E0456">
      <w:rPr>
        <w:rStyle w:val="slostrnky"/>
        <w:b/>
        <w:sz w:val="22"/>
        <w:szCs w:val="22"/>
      </w:rPr>
      <w:instrText xml:space="preserve"> PAGE </w:instrText>
    </w:r>
    <w:r w:rsidRPr="000E0456">
      <w:rPr>
        <w:rStyle w:val="slostrnky"/>
        <w:b/>
        <w:sz w:val="22"/>
        <w:szCs w:val="22"/>
      </w:rPr>
      <w:fldChar w:fldCharType="separate"/>
    </w:r>
    <w:r w:rsidR="008555EB">
      <w:rPr>
        <w:rStyle w:val="slostrnky"/>
        <w:b/>
        <w:noProof/>
        <w:sz w:val="22"/>
        <w:szCs w:val="22"/>
      </w:rPr>
      <w:t>2</w:t>
    </w:r>
    <w:r w:rsidRPr="000E0456">
      <w:rPr>
        <w:rStyle w:val="slostrnky"/>
        <w:b/>
        <w:sz w:val="22"/>
        <w:szCs w:val="22"/>
      </w:rPr>
      <w:fldChar w:fldCharType="end"/>
    </w:r>
    <w:r w:rsidRPr="000E0456">
      <w:rPr>
        <w:rStyle w:val="slostrnky"/>
        <w:b/>
        <w:sz w:val="22"/>
        <w:szCs w:val="22"/>
      </w:rPr>
      <w:t>/</w:t>
    </w:r>
    <w:r w:rsidRPr="000E0456">
      <w:rPr>
        <w:rStyle w:val="slostrnky"/>
        <w:b/>
        <w:sz w:val="22"/>
        <w:szCs w:val="22"/>
      </w:rPr>
      <w:fldChar w:fldCharType="begin"/>
    </w:r>
    <w:r w:rsidRPr="000E0456">
      <w:rPr>
        <w:rStyle w:val="slostrnky"/>
        <w:b/>
        <w:sz w:val="22"/>
        <w:szCs w:val="22"/>
      </w:rPr>
      <w:instrText xml:space="preserve"> NUMPAGES </w:instrText>
    </w:r>
    <w:r w:rsidRPr="000E0456">
      <w:rPr>
        <w:rStyle w:val="slostrnky"/>
        <w:b/>
        <w:sz w:val="22"/>
        <w:szCs w:val="22"/>
      </w:rPr>
      <w:fldChar w:fldCharType="separate"/>
    </w:r>
    <w:r w:rsidR="008555EB">
      <w:rPr>
        <w:rStyle w:val="slostrnky"/>
        <w:b/>
        <w:noProof/>
        <w:sz w:val="22"/>
        <w:szCs w:val="22"/>
      </w:rPr>
      <w:t>2</w:t>
    </w:r>
    <w:r w:rsidRPr="000E0456">
      <w:rPr>
        <w:rStyle w:val="slostrnky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C1B" w:rsidRDefault="00E71C1B">
      <w:r>
        <w:separator/>
      </w:r>
    </w:p>
  </w:footnote>
  <w:footnote w:type="continuationSeparator" w:id="0">
    <w:p w:rsidR="00E71C1B" w:rsidRDefault="00E71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F5D" w:rsidRDefault="00D70F5D" w:rsidP="007E7461">
    <w:pPr>
      <w:pStyle w:val="Zhlav"/>
      <w:tabs>
        <w:tab w:val="clear" w:pos="4536"/>
        <w:tab w:val="clear" w:pos="9072"/>
      </w:tabs>
      <w:ind w:left="2268"/>
      <w:rPr>
        <w:rFonts w:ascii="Arial" w:hAnsi="Arial" w:cs="Arial"/>
        <w:b/>
        <w:i/>
        <w:color w:val="3769CD"/>
        <w:sz w:val="2"/>
        <w:szCs w:val="2"/>
      </w:rPr>
    </w:pPr>
  </w:p>
  <w:p w:rsidR="00D70F5D" w:rsidRDefault="00D70F5D" w:rsidP="007E7461">
    <w:pPr>
      <w:pStyle w:val="Zhlav"/>
      <w:tabs>
        <w:tab w:val="clear" w:pos="4536"/>
        <w:tab w:val="clear" w:pos="9072"/>
      </w:tabs>
      <w:ind w:left="2268"/>
      <w:rPr>
        <w:rFonts w:ascii="Arial" w:hAnsi="Arial" w:cs="Arial"/>
        <w:b/>
        <w:i/>
        <w:color w:val="3769CD"/>
        <w:sz w:val="2"/>
        <w:szCs w:val="2"/>
      </w:rPr>
    </w:pPr>
  </w:p>
  <w:p w:rsidR="00D70F5D" w:rsidRDefault="00D70F5D" w:rsidP="007E7461">
    <w:pPr>
      <w:pStyle w:val="Zhlav"/>
      <w:tabs>
        <w:tab w:val="clear" w:pos="4536"/>
        <w:tab w:val="clear" w:pos="9072"/>
      </w:tabs>
      <w:ind w:left="2268"/>
      <w:rPr>
        <w:rFonts w:ascii="Arial" w:hAnsi="Arial" w:cs="Arial"/>
        <w:b/>
        <w:i/>
        <w:color w:val="3769CD"/>
        <w:sz w:val="2"/>
        <w:szCs w:val="2"/>
      </w:rPr>
    </w:pPr>
  </w:p>
  <w:p w:rsidR="00D70F5D" w:rsidRDefault="00D70F5D" w:rsidP="007E7461">
    <w:pPr>
      <w:pStyle w:val="Zhlav"/>
      <w:tabs>
        <w:tab w:val="clear" w:pos="4536"/>
        <w:tab w:val="clear" w:pos="9072"/>
      </w:tabs>
      <w:ind w:left="2268"/>
      <w:rPr>
        <w:rFonts w:ascii="Arial" w:hAnsi="Arial" w:cs="Arial"/>
        <w:b/>
        <w:i/>
        <w:color w:val="3769CD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04D835E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79F10F3"/>
    <w:multiLevelType w:val="hybridMultilevel"/>
    <w:tmpl w:val="F1169222"/>
    <w:lvl w:ilvl="0" w:tplc="3CA288F0">
      <w:start w:val="1"/>
      <w:numFmt w:val="bullet"/>
      <w:pStyle w:val="Seznamsodrkami"/>
      <w:lvlText w:val="–"/>
      <w:lvlJc w:val="left"/>
      <w:pPr>
        <w:tabs>
          <w:tab w:val="num" w:pos="851"/>
        </w:tabs>
        <w:ind w:left="851" w:hanging="454"/>
      </w:pPr>
      <w:rPr>
        <w:rFonts w:ascii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729A5"/>
    <w:multiLevelType w:val="hybridMultilevel"/>
    <w:tmpl w:val="9C6098B6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FCD255F"/>
    <w:multiLevelType w:val="hybridMultilevel"/>
    <w:tmpl w:val="9F0E42BE"/>
    <w:lvl w:ilvl="0" w:tplc="C588A812">
      <w:start w:val="2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27354A47"/>
    <w:multiLevelType w:val="multilevel"/>
    <w:tmpl w:val="75E2E254"/>
    <w:lvl w:ilvl="0">
      <w:start w:val="1"/>
      <w:numFmt w:val="decimal"/>
      <w:lvlText w:val="%1."/>
      <w:lvlJc w:val="left"/>
      <w:pPr>
        <w:tabs>
          <w:tab w:val="num" w:pos="1414"/>
        </w:tabs>
        <w:ind w:left="1414" w:hanging="705"/>
      </w:pPr>
    </w:lvl>
    <w:lvl w:ilvl="1">
      <w:start w:val="1"/>
      <w:numFmt w:val="decimal"/>
      <w:isLgl/>
      <w:lvlText w:val="%1.%2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429"/>
        </w:tabs>
        <w:ind w:left="1429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789"/>
        </w:tabs>
        <w:ind w:left="1789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09"/>
        </w:tabs>
        <w:ind w:left="2509" w:hanging="1800"/>
      </w:pPr>
    </w:lvl>
  </w:abstractNum>
  <w:abstractNum w:abstractNumId="6" w15:restartNumberingAfterBreak="0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714"/>
        </w:tabs>
        <w:ind w:left="1714" w:hanging="360"/>
      </w:pPr>
    </w:lvl>
    <w:lvl w:ilvl="2" w:tplc="0405001B">
      <w:start w:val="1"/>
      <w:numFmt w:val="decimal"/>
      <w:lvlText w:val="%3."/>
      <w:lvlJc w:val="left"/>
      <w:pPr>
        <w:tabs>
          <w:tab w:val="num" w:pos="2434"/>
        </w:tabs>
        <w:ind w:left="2434" w:hanging="360"/>
      </w:pPr>
    </w:lvl>
    <w:lvl w:ilvl="3" w:tplc="0405000F">
      <w:start w:val="1"/>
      <w:numFmt w:val="decimal"/>
      <w:lvlText w:val="%4."/>
      <w:lvlJc w:val="left"/>
      <w:pPr>
        <w:tabs>
          <w:tab w:val="num" w:pos="3154"/>
        </w:tabs>
        <w:ind w:left="3154" w:hanging="360"/>
      </w:pPr>
    </w:lvl>
    <w:lvl w:ilvl="4" w:tplc="04050019">
      <w:start w:val="1"/>
      <w:numFmt w:val="decimal"/>
      <w:lvlText w:val="%5."/>
      <w:lvlJc w:val="left"/>
      <w:pPr>
        <w:tabs>
          <w:tab w:val="num" w:pos="3874"/>
        </w:tabs>
        <w:ind w:left="3874" w:hanging="360"/>
      </w:pPr>
    </w:lvl>
    <w:lvl w:ilvl="5" w:tplc="0405001B">
      <w:start w:val="1"/>
      <w:numFmt w:val="decimal"/>
      <w:lvlText w:val="%6."/>
      <w:lvlJc w:val="left"/>
      <w:pPr>
        <w:tabs>
          <w:tab w:val="num" w:pos="4594"/>
        </w:tabs>
        <w:ind w:left="4594" w:hanging="360"/>
      </w:pPr>
    </w:lvl>
    <w:lvl w:ilvl="6" w:tplc="0405000F">
      <w:start w:val="1"/>
      <w:numFmt w:val="decimal"/>
      <w:lvlText w:val="%7."/>
      <w:lvlJc w:val="left"/>
      <w:pPr>
        <w:tabs>
          <w:tab w:val="num" w:pos="5314"/>
        </w:tabs>
        <w:ind w:left="5314" w:hanging="360"/>
      </w:pPr>
    </w:lvl>
    <w:lvl w:ilvl="7" w:tplc="04050019">
      <w:start w:val="1"/>
      <w:numFmt w:val="decimal"/>
      <w:lvlText w:val="%8."/>
      <w:lvlJc w:val="left"/>
      <w:pPr>
        <w:tabs>
          <w:tab w:val="num" w:pos="6034"/>
        </w:tabs>
        <w:ind w:left="6034" w:hanging="360"/>
      </w:pPr>
    </w:lvl>
    <w:lvl w:ilvl="8" w:tplc="0405001B">
      <w:start w:val="1"/>
      <w:numFmt w:val="decimal"/>
      <w:lvlText w:val="%9."/>
      <w:lvlJc w:val="left"/>
      <w:pPr>
        <w:tabs>
          <w:tab w:val="num" w:pos="6754"/>
        </w:tabs>
        <w:ind w:left="6754" w:hanging="360"/>
      </w:pPr>
    </w:lvl>
  </w:abstractNum>
  <w:abstractNum w:abstractNumId="7" w15:restartNumberingAfterBreak="0">
    <w:nsid w:val="2A5251FF"/>
    <w:multiLevelType w:val="hybridMultilevel"/>
    <w:tmpl w:val="F328FF30"/>
    <w:lvl w:ilvl="0" w:tplc="35A21464"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288"/>
        </w:tabs>
        <w:ind w:left="22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008"/>
        </w:tabs>
        <w:ind w:left="30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728"/>
        </w:tabs>
        <w:ind w:left="37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448"/>
        </w:tabs>
        <w:ind w:left="44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168"/>
        </w:tabs>
        <w:ind w:left="51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888"/>
        </w:tabs>
        <w:ind w:left="58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608"/>
        </w:tabs>
        <w:ind w:left="66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328"/>
        </w:tabs>
        <w:ind w:left="7328" w:hanging="360"/>
      </w:pPr>
      <w:rPr>
        <w:rFonts w:ascii="Wingdings" w:hAnsi="Wingdings" w:hint="default"/>
      </w:rPr>
    </w:lvl>
  </w:abstractNum>
  <w:abstractNum w:abstractNumId="8" w15:restartNumberingAfterBreak="0">
    <w:nsid w:val="2F8C5A8F"/>
    <w:multiLevelType w:val="hybridMultilevel"/>
    <w:tmpl w:val="C978937E"/>
    <w:lvl w:ilvl="0" w:tplc="F9F26EE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A58D1"/>
    <w:multiLevelType w:val="hybridMultilevel"/>
    <w:tmpl w:val="3EA0E1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356C2E35"/>
    <w:multiLevelType w:val="multilevel"/>
    <w:tmpl w:val="AA02A67C"/>
    <w:lvl w:ilvl="0">
      <w:start w:val="1"/>
      <w:numFmt w:val="bullet"/>
      <w:lvlText w:val=""/>
      <w:lvlJc w:val="left"/>
      <w:pPr>
        <w:tabs>
          <w:tab w:val="num" w:pos="226"/>
        </w:tabs>
        <w:ind w:left="396" w:firstLine="144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1693"/>
        </w:tabs>
        <w:ind w:left="1693" w:hanging="360"/>
      </w:pPr>
    </w:lvl>
    <w:lvl w:ilvl="2">
      <w:start w:val="1"/>
      <w:numFmt w:val="bullet"/>
      <w:lvlText w:val=""/>
      <w:lvlJc w:val="left"/>
      <w:pPr>
        <w:tabs>
          <w:tab w:val="num" w:pos="2413"/>
        </w:tabs>
        <w:ind w:left="241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33"/>
        </w:tabs>
        <w:ind w:left="313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53"/>
        </w:tabs>
        <w:ind w:left="38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73"/>
        </w:tabs>
        <w:ind w:left="457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93"/>
        </w:tabs>
        <w:ind w:left="529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13"/>
        </w:tabs>
        <w:ind w:left="60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33"/>
        </w:tabs>
        <w:ind w:left="6733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C35084E"/>
    <w:multiLevelType w:val="hybridMultilevel"/>
    <w:tmpl w:val="5A5C02D4"/>
    <w:lvl w:ilvl="0" w:tplc="FB7EC1C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5000F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3DB804A6"/>
    <w:multiLevelType w:val="hybridMultilevel"/>
    <w:tmpl w:val="697E848A"/>
    <w:lvl w:ilvl="0" w:tplc="FFFFFFFF">
      <w:start w:val="1"/>
      <w:numFmt w:val="decimal"/>
      <w:lvlText w:val="%1. 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 w:val="0"/>
        <w:sz w:val="22"/>
        <w:szCs w:val="22"/>
      </w:rPr>
    </w:lvl>
    <w:lvl w:ilvl="3" w:tplc="FFFFFFFF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A1615C"/>
    <w:multiLevelType w:val="hybridMultilevel"/>
    <w:tmpl w:val="5D02903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4413E45"/>
    <w:multiLevelType w:val="multilevel"/>
    <w:tmpl w:val="778469E4"/>
    <w:lvl w:ilvl="0">
      <w:start w:val="1"/>
      <w:numFmt w:val="decimal"/>
      <w:pStyle w:val="NadpisParagraf"/>
      <w:lvlText w:val="§ %1  "/>
      <w:lvlJc w:val="right"/>
      <w:pPr>
        <w:tabs>
          <w:tab w:val="num" w:pos="425"/>
        </w:tabs>
        <w:ind w:left="425" w:hanging="137"/>
      </w:pPr>
    </w:lvl>
    <w:lvl w:ilvl="1">
      <w:start w:val="1"/>
      <w:numFmt w:val="decimal"/>
      <w:pStyle w:val="Textodstavec"/>
      <w:lvlText w:val="(%2)"/>
      <w:lvlJc w:val="left"/>
      <w:pPr>
        <w:tabs>
          <w:tab w:val="num" w:pos="425"/>
        </w:tabs>
        <w:ind w:left="425" w:hanging="425"/>
      </w:pPr>
      <w:rPr>
        <w:b w:val="0"/>
        <w:color w:val="auto"/>
      </w:rPr>
    </w:lvl>
    <w:lvl w:ilvl="2">
      <w:start w:val="2"/>
      <w:numFmt w:val="lowerLetter"/>
      <w:lvlText w:val="%3)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3">
      <w:start w:val="1"/>
      <w:numFmt w:val="lowerLetter"/>
      <w:lvlText w:val="%3%4)"/>
      <w:lvlJc w:val="left"/>
      <w:pPr>
        <w:tabs>
          <w:tab w:val="num" w:pos="1069"/>
        </w:tabs>
        <w:ind w:left="992" w:hanging="283"/>
      </w:pPr>
    </w:lvl>
    <w:lvl w:ilvl="4">
      <w:start w:val="1"/>
      <w:numFmt w:val="bullet"/>
      <w:lvlText w:val="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1130D17"/>
    <w:multiLevelType w:val="singleLevel"/>
    <w:tmpl w:val="CC7416D4"/>
    <w:lvl w:ilvl="0"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54A91772"/>
    <w:multiLevelType w:val="hybridMultilevel"/>
    <w:tmpl w:val="4DB8220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71B6B11"/>
    <w:multiLevelType w:val="multilevel"/>
    <w:tmpl w:val="6A6638C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61EB438B"/>
    <w:multiLevelType w:val="hybridMultilevel"/>
    <w:tmpl w:val="0324B4CA"/>
    <w:lvl w:ilvl="0" w:tplc="04050005">
      <w:start w:val="1"/>
      <w:numFmt w:val="decimal"/>
      <w:pStyle w:val="lanek3TunZa12bslovn"/>
      <w:lvlText w:val="Příloha č. %1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207631"/>
    <w:multiLevelType w:val="singleLevel"/>
    <w:tmpl w:val="29D2E598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21" w15:restartNumberingAfterBreak="0">
    <w:nsid w:val="67C83B26"/>
    <w:multiLevelType w:val="hybridMultilevel"/>
    <w:tmpl w:val="A45CD92A"/>
    <w:lvl w:ilvl="0" w:tplc="F9F26EE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8B5B53"/>
    <w:multiLevelType w:val="multilevel"/>
    <w:tmpl w:val="28C43AF4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23" w15:restartNumberingAfterBreak="0">
    <w:nsid w:val="77F65F87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15"/>
  </w:num>
  <w:num w:numId="3">
    <w:abstractNumId w:val="19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1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1"/>
  </w:num>
  <w:num w:numId="13">
    <w:abstractNumId w:val="8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</w:num>
  <w:num w:numId="16">
    <w:abstractNumId w:val="3"/>
  </w:num>
  <w:num w:numId="17">
    <w:abstractNumId w:val="24"/>
  </w:num>
  <w:num w:numId="18">
    <w:abstractNumId w:val="20"/>
    <w:lvlOverride w:ilvl="0">
      <w:startOverride w:val="1"/>
    </w:lvlOverride>
  </w:num>
  <w:num w:numId="19">
    <w:abstractNumId w:val="21"/>
  </w:num>
  <w:num w:numId="20">
    <w:abstractNumId w:val="8"/>
  </w:num>
  <w:num w:numId="21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0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780"/>
    <w:rsid w:val="0000276C"/>
    <w:rsid w:val="00003505"/>
    <w:rsid w:val="00005564"/>
    <w:rsid w:val="00007DF0"/>
    <w:rsid w:val="00012AE2"/>
    <w:rsid w:val="00016868"/>
    <w:rsid w:val="00020428"/>
    <w:rsid w:val="00024C6E"/>
    <w:rsid w:val="00025109"/>
    <w:rsid w:val="00026FCF"/>
    <w:rsid w:val="00027F03"/>
    <w:rsid w:val="0003061B"/>
    <w:rsid w:val="00030C5D"/>
    <w:rsid w:val="0003161D"/>
    <w:rsid w:val="000324C2"/>
    <w:rsid w:val="00033B4E"/>
    <w:rsid w:val="00034826"/>
    <w:rsid w:val="00034F08"/>
    <w:rsid w:val="000368A5"/>
    <w:rsid w:val="000415A5"/>
    <w:rsid w:val="00042A32"/>
    <w:rsid w:val="00042FE7"/>
    <w:rsid w:val="00043D34"/>
    <w:rsid w:val="0004541D"/>
    <w:rsid w:val="0004619A"/>
    <w:rsid w:val="00050201"/>
    <w:rsid w:val="00053DA1"/>
    <w:rsid w:val="000564E7"/>
    <w:rsid w:val="00064642"/>
    <w:rsid w:val="00064D8A"/>
    <w:rsid w:val="00065B5F"/>
    <w:rsid w:val="000667EA"/>
    <w:rsid w:val="00070AD1"/>
    <w:rsid w:val="00072858"/>
    <w:rsid w:val="0007305D"/>
    <w:rsid w:val="00075D8E"/>
    <w:rsid w:val="00085BB7"/>
    <w:rsid w:val="00085DC2"/>
    <w:rsid w:val="00086E67"/>
    <w:rsid w:val="00093608"/>
    <w:rsid w:val="000A1F96"/>
    <w:rsid w:val="000A28C8"/>
    <w:rsid w:val="000A2E54"/>
    <w:rsid w:val="000A5055"/>
    <w:rsid w:val="000B2B94"/>
    <w:rsid w:val="000B3059"/>
    <w:rsid w:val="000B3BD7"/>
    <w:rsid w:val="000C2BAB"/>
    <w:rsid w:val="000C2FFE"/>
    <w:rsid w:val="000C3086"/>
    <w:rsid w:val="000C3EC9"/>
    <w:rsid w:val="000C5F3B"/>
    <w:rsid w:val="000D5DB0"/>
    <w:rsid w:val="000D79C6"/>
    <w:rsid w:val="000E0456"/>
    <w:rsid w:val="000E2431"/>
    <w:rsid w:val="000E3887"/>
    <w:rsid w:val="000E3BE8"/>
    <w:rsid w:val="000E3C5F"/>
    <w:rsid w:val="000E4173"/>
    <w:rsid w:val="000E594B"/>
    <w:rsid w:val="000E7B5F"/>
    <w:rsid w:val="000F09A9"/>
    <w:rsid w:val="000F1612"/>
    <w:rsid w:val="000F2C36"/>
    <w:rsid w:val="000F5FFB"/>
    <w:rsid w:val="000F7620"/>
    <w:rsid w:val="00104900"/>
    <w:rsid w:val="00105249"/>
    <w:rsid w:val="001056FD"/>
    <w:rsid w:val="00111CBE"/>
    <w:rsid w:val="00111E6F"/>
    <w:rsid w:val="001163EB"/>
    <w:rsid w:val="0011778D"/>
    <w:rsid w:val="001229C0"/>
    <w:rsid w:val="00131123"/>
    <w:rsid w:val="00132E8A"/>
    <w:rsid w:val="00134EB6"/>
    <w:rsid w:val="00134F23"/>
    <w:rsid w:val="00135A7D"/>
    <w:rsid w:val="001372B6"/>
    <w:rsid w:val="00137E4A"/>
    <w:rsid w:val="001405BF"/>
    <w:rsid w:val="00141F64"/>
    <w:rsid w:val="00144C74"/>
    <w:rsid w:val="00146763"/>
    <w:rsid w:val="00151601"/>
    <w:rsid w:val="0015409C"/>
    <w:rsid w:val="00154FB8"/>
    <w:rsid w:val="00163E67"/>
    <w:rsid w:val="001665C3"/>
    <w:rsid w:val="0016771E"/>
    <w:rsid w:val="00170E76"/>
    <w:rsid w:val="00177945"/>
    <w:rsid w:val="00181138"/>
    <w:rsid w:val="00181EE9"/>
    <w:rsid w:val="0018547B"/>
    <w:rsid w:val="00185522"/>
    <w:rsid w:val="00186C37"/>
    <w:rsid w:val="00191EB4"/>
    <w:rsid w:val="0019293B"/>
    <w:rsid w:val="001A0354"/>
    <w:rsid w:val="001A0F7E"/>
    <w:rsid w:val="001A2B78"/>
    <w:rsid w:val="001A4003"/>
    <w:rsid w:val="001A5F5F"/>
    <w:rsid w:val="001A66C8"/>
    <w:rsid w:val="001A6D1C"/>
    <w:rsid w:val="001A73A7"/>
    <w:rsid w:val="001A75C7"/>
    <w:rsid w:val="001A761A"/>
    <w:rsid w:val="001B2F50"/>
    <w:rsid w:val="001B35D1"/>
    <w:rsid w:val="001B3E36"/>
    <w:rsid w:val="001C133C"/>
    <w:rsid w:val="001C13EA"/>
    <w:rsid w:val="001C168D"/>
    <w:rsid w:val="001C4806"/>
    <w:rsid w:val="001C6DFB"/>
    <w:rsid w:val="001C7FD4"/>
    <w:rsid w:val="001D0087"/>
    <w:rsid w:val="001D305A"/>
    <w:rsid w:val="001D50F7"/>
    <w:rsid w:val="001D580D"/>
    <w:rsid w:val="001E1346"/>
    <w:rsid w:val="001E39B4"/>
    <w:rsid w:val="001F3F22"/>
    <w:rsid w:val="001F5428"/>
    <w:rsid w:val="001F5EA6"/>
    <w:rsid w:val="00203706"/>
    <w:rsid w:val="00203FDD"/>
    <w:rsid w:val="002052D8"/>
    <w:rsid w:val="00206971"/>
    <w:rsid w:val="00207787"/>
    <w:rsid w:val="00207EB1"/>
    <w:rsid w:val="00212809"/>
    <w:rsid w:val="00212B22"/>
    <w:rsid w:val="00212D48"/>
    <w:rsid w:val="002252F5"/>
    <w:rsid w:val="00225C16"/>
    <w:rsid w:val="0022632B"/>
    <w:rsid w:val="00230E68"/>
    <w:rsid w:val="00231446"/>
    <w:rsid w:val="002331D5"/>
    <w:rsid w:val="00234088"/>
    <w:rsid w:val="0023440A"/>
    <w:rsid w:val="002351F9"/>
    <w:rsid w:val="0023532F"/>
    <w:rsid w:val="00236324"/>
    <w:rsid w:val="0024032F"/>
    <w:rsid w:val="00243635"/>
    <w:rsid w:val="00245668"/>
    <w:rsid w:val="002462A0"/>
    <w:rsid w:val="002500BB"/>
    <w:rsid w:val="00250C43"/>
    <w:rsid w:val="00252801"/>
    <w:rsid w:val="00255405"/>
    <w:rsid w:val="00261126"/>
    <w:rsid w:val="00265701"/>
    <w:rsid w:val="002664CE"/>
    <w:rsid w:val="00270BD4"/>
    <w:rsid w:val="00273660"/>
    <w:rsid w:val="002766FE"/>
    <w:rsid w:val="00283A76"/>
    <w:rsid w:val="0028568E"/>
    <w:rsid w:val="00291AB9"/>
    <w:rsid w:val="00292E67"/>
    <w:rsid w:val="00294C16"/>
    <w:rsid w:val="002A5158"/>
    <w:rsid w:val="002A71D7"/>
    <w:rsid w:val="002B2AB6"/>
    <w:rsid w:val="002B6072"/>
    <w:rsid w:val="002C08D5"/>
    <w:rsid w:val="002C21AA"/>
    <w:rsid w:val="002C5873"/>
    <w:rsid w:val="002C684D"/>
    <w:rsid w:val="002C695A"/>
    <w:rsid w:val="002C6C9D"/>
    <w:rsid w:val="002D0CB7"/>
    <w:rsid w:val="002D2C14"/>
    <w:rsid w:val="002D6979"/>
    <w:rsid w:val="002E0733"/>
    <w:rsid w:val="002E6219"/>
    <w:rsid w:val="002E7162"/>
    <w:rsid w:val="002F0746"/>
    <w:rsid w:val="002F095F"/>
    <w:rsid w:val="002F447A"/>
    <w:rsid w:val="002F5BD5"/>
    <w:rsid w:val="002F786F"/>
    <w:rsid w:val="00303441"/>
    <w:rsid w:val="0030436A"/>
    <w:rsid w:val="00304D8F"/>
    <w:rsid w:val="00320C6C"/>
    <w:rsid w:val="00320D63"/>
    <w:rsid w:val="003213CE"/>
    <w:rsid w:val="00330E50"/>
    <w:rsid w:val="00331D03"/>
    <w:rsid w:val="0033390C"/>
    <w:rsid w:val="003342F7"/>
    <w:rsid w:val="00337101"/>
    <w:rsid w:val="003443C2"/>
    <w:rsid w:val="003464DC"/>
    <w:rsid w:val="003467FB"/>
    <w:rsid w:val="00346810"/>
    <w:rsid w:val="00347A0B"/>
    <w:rsid w:val="00351816"/>
    <w:rsid w:val="00351D92"/>
    <w:rsid w:val="00354DD5"/>
    <w:rsid w:val="00356675"/>
    <w:rsid w:val="00357619"/>
    <w:rsid w:val="0036161B"/>
    <w:rsid w:val="003621D9"/>
    <w:rsid w:val="00362D21"/>
    <w:rsid w:val="0036398B"/>
    <w:rsid w:val="00364B99"/>
    <w:rsid w:val="00365A34"/>
    <w:rsid w:val="00367FEA"/>
    <w:rsid w:val="00370A4A"/>
    <w:rsid w:val="003756E6"/>
    <w:rsid w:val="00382CD5"/>
    <w:rsid w:val="00387807"/>
    <w:rsid w:val="00387E86"/>
    <w:rsid w:val="00390583"/>
    <w:rsid w:val="003941E8"/>
    <w:rsid w:val="00394F16"/>
    <w:rsid w:val="00395AFE"/>
    <w:rsid w:val="003970B7"/>
    <w:rsid w:val="003A04C8"/>
    <w:rsid w:val="003A0C3D"/>
    <w:rsid w:val="003A1497"/>
    <w:rsid w:val="003A17E5"/>
    <w:rsid w:val="003A65D5"/>
    <w:rsid w:val="003B5683"/>
    <w:rsid w:val="003C23B9"/>
    <w:rsid w:val="003C47E4"/>
    <w:rsid w:val="003D6280"/>
    <w:rsid w:val="003E01F5"/>
    <w:rsid w:val="003E18A2"/>
    <w:rsid w:val="003E2143"/>
    <w:rsid w:val="003E2B9F"/>
    <w:rsid w:val="003E2F39"/>
    <w:rsid w:val="003E36BD"/>
    <w:rsid w:val="003E5965"/>
    <w:rsid w:val="003F0DA3"/>
    <w:rsid w:val="003F1249"/>
    <w:rsid w:val="003F4AB3"/>
    <w:rsid w:val="003F5526"/>
    <w:rsid w:val="003F6806"/>
    <w:rsid w:val="004000BA"/>
    <w:rsid w:val="00403D0A"/>
    <w:rsid w:val="00405490"/>
    <w:rsid w:val="00413469"/>
    <w:rsid w:val="004160F4"/>
    <w:rsid w:val="00416FA7"/>
    <w:rsid w:val="00417CF7"/>
    <w:rsid w:val="00420F3E"/>
    <w:rsid w:val="00422842"/>
    <w:rsid w:val="004228D7"/>
    <w:rsid w:val="004228F6"/>
    <w:rsid w:val="00426919"/>
    <w:rsid w:val="00427AA6"/>
    <w:rsid w:val="00427DD0"/>
    <w:rsid w:val="004312A0"/>
    <w:rsid w:val="0043208B"/>
    <w:rsid w:val="0043636E"/>
    <w:rsid w:val="00437EAA"/>
    <w:rsid w:val="004543C9"/>
    <w:rsid w:val="00454FC3"/>
    <w:rsid w:val="004579F0"/>
    <w:rsid w:val="00457B07"/>
    <w:rsid w:val="0046310D"/>
    <w:rsid w:val="00463C3F"/>
    <w:rsid w:val="00464351"/>
    <w:rsid w:val="00467D8F"/>
    <w:rsid w:val="004701E7"/>
    <w:rsid w:val="0047033C"/>
    <w:rsid w:val="004715C5"/>
    <w:rsid w:val="00476319"/>
    <w:rsid w:val="00476B19"/>
    <w:rsid w:val="004806ED"/>
    <w:rsid w:val="004810C6"/>
    <w:rsid w:val="0048353F"/>
    <w:rsid w:val="00485ECC"/>
    <w:rsid w:val="004869B1"/>
    <w:rsid w:val="00486C67"/>
    <w:rsid w:val="00486EFC"/>
    <w:rsid w:val="00487110"/>
    <w:rsid w:val="00490B60"/>
    <w:rsid w:val="00491907"/>
    <w:rsid w:val="00492C15"/>
    <w:rsid w:val="00492FAB"/>
    <w:rsid w:val="00493930"/>
    <w:rsid w:val="0049455B"/>
    <w:rsid w:val="004959E7"/>
    <w:rsid w:val="004A0B45"/>
    <w:rsid w:val="004A186A"/>
    <w:rsid w:val="004A4C01"/>
    <w:rsid w:val="004A4C54"/>
    <w:rsid w:val="004A6942"/>
    <w:rsid w:val="004B0B2E"/>
    <w:rsid w:val="004B19C9"/>
    <w:rsid w:val="004B1F24"/>
    <w:rsid w:val="004B2DC1"/>
    <w:rsid w:val="004B4E96"/>
    <w:rsid w:val="004B4EE5"/>
    <w:rsid w:val="004B5278"/>
    <w:rsid w:val="004B73BB"/>
    <w:rsid w:val="004C4E77"/>
    <w:rsid w:val="004C5EE9"/>
    <w:rsid w:val="004C7A15"/>
    <w:rsid w:val="004D186C"/>
    <w:rsid w:val="004E2112"/>
    <w:rsid w:val="004E3941"/>
    <w:rsid w:val="004E4B38"/>
    <w:rsid w:val="004E5AA5"/>
    <w:rsid w:val="004E630B"/>
    <w:rsid w:val="004E6793"/>
    <w:rsid w:val="004F03F5"/>
    <w:rsid w:val="004F1193"/>
    <w:rsid w:val="004F3726"/>
    <w:rsid w:val="004F4BDA"/>
    <w:rsid w:val="004F4E6F"/>
    <w:rsid w:val="005007CC"/>
    <w:rsid w:val="00504B85"/>
    <w:rsid w:val="005063D1"/>
    <w:rsid w:val="00511C10"/>
    <w:rsid w:val="00512AF2"/>
    <w:rsid w:val="005160D1"/>
    <w:rsid w:val="00517AED"/>
    <w:rsid w:val="00520958"/>
    <w:rsid w:val="005218E9"/>
    <w:rsid w:val="00522EC5"/>
    <w:rsid w:val="00523AE0"/>
    <w:rsid w:val="00525091"/>
    <w:rsid w:val="00533BD4"/>
    <w:rsid w:val="00534D41"/>
    <w:rsid w:val="00537B1A"/>
    <w:rsid w:val="00541A9B"/>
    <w:rsid w:val="00542BBB"/>
    <w:rsid w:val="005436A0"/>
    <w:rsid w:val="005478B0"/>
    <w:rsid w:val="00550303"/>
    <w:rsid w:val="00552DF3"/>
    <w:rsid w:val="005544E2"/>
    <w:rsid w:val="0055474F"/>
    <w:rsid w:val="0056070A"/>
    <w:rsid w:val="005618F1"/>
    <w:rsid w:val="005634C0"/>
    <w:rsid w:val="00565E84"/>
    <w:rsid w:val="0057267A"/>
    <w:rsid w:val="00572769"/>
    <w:rsid w:val="00572E83"/>
    <w:rsid w:val="00580AB2"/>
    <w:rsid w:val="005825C9"/>
    <w:rsid w:val="0058784C"/>
    <w:rsid w:val="005936F5"/>
    <w:rsid w:val="005A0E08"/>
    <w:rsid w:val="005A7012"/>
    <w:rsid w:val="005B1FB3"/>
    <w:rsid w:val="005B3D1D"/>
    <w:rsid w:val="005B4C92"/>
    <w:rsid w:val="005B510F"/>
    <w:rsid w:val="005B53F6"/>
    <w:rsid w:val="005C47F6"/>
    <w:rsid w:val="005C5821"/>
    <w:rsid w:val="005D395A"/>
    <w:rsid w:val="005D6543"/>
    <w:rsid w:val="005E01BB"/>
    <w:rsid w:val="005E0FF6"/>
    <w:rsid w:val="005E2293"/>
    <w:rsid w:val="005E74F2"/>
    <w:rsid w:val="005F0264"/>
    <w:rsid w:val="005F20A7"/>
    <w:rsid w:val="005F4E03"/>
    <w:rsid w:val="0060079C"/>
    <w:rsid w:val="0060159F"/>
    <w:rsid w:val="0060431C"/>
    <w:rsid w:val="00610F96"/>
    <w:rsid w:val="00611F43"/>
    <w:rsid w:val="006167E5"/>
    <w:rsid w:val="0062057D"/>
    <w:rsid w:val="00620CFF"/>
    <w:rsid w:val="0062135E"/>
    <w:rsid w:val="0062220B"/>
    <w:rsid w:val="00622862"/>
    <w:rsid w:val="00622D08"/>
    <w:rsid w:val="00623EAB"/>
    <w:rsid w:val="0062697B"/>
    <w:rsid w:val="00626CD4"/>
    <w:rsid w:val="0063063E"/>
    <w:rsid w:val="00631956"/>
    <w:rsid w:val="00634E5B"/>
    <w:rsid w:val="00637DAE"/>
    <w:rsid w:val="00644DB7"/>
    <w:rsid w:val="00646038"/>
    <w:rsid w:val="00651D0C"/>
    <w:rsid w:val="0065235C"/>
    <w:rsid w:val="006542FE"/>
    <w:rsid w:val="00654529"/>
    <w:rsid w:val="006613EC"/>
    <w:rsid w:val="0066470B"/>
    <w:rsid w:val="006700DE"/>
    <w:rsid w:val="00671155"/>
    <w:rsid w:val="006735B9"/>
    <w:rsid w:val="00675B31"/>
    <w:rsid w:val="00685ACA"/>
    <w:rsid w:val="006903EB"/>
    <w:rsid w:val="00691574"/>
    <w:rsid w:val="00692909"/>
    <w:rsid w:val="00693F6D"/>
    <w:rsid w:val="006974B1"/>
    <w:rsid w:val="006979AE"/>
    <w:rsid w:val="006A0AAA"/>
    <w:rsid w:val="006A180E"/>
    <w:rsid w:val="006A4DB9"/>
    <w:rsid w:val="006A582B"/>
    <w:rsid w:val="006A60B0"/>
    <w:rsid w:val="006B0A17"/>
    <w:rsid w:val="006B1A68"/>
    <w:rsid w:val="006B5086"/>
    <w:rsid w:val="006B5929"/>
    <w:rsid w:val="006B7998"/>
    <w:rsid w:val="006C0BB6"/>
    <w:rsid w:val="006C18C3"/>
    <w:rsid w:val="006C1988"/>
    <w:rsid w:val="006C36EA"/>
    <w:rsid w:val="006C49C3"/>
    <w:rsid w:val="006C5D05"/>
    <w:rsid w:val="006C606C"/>
    <w:rsid w:val="006D72EF"/>
    <w:rsid w:val="006E0579"/>
    <w:rsid w:val="006E12B9"/>
    <w:rsid w:val="006E2C08"/>
    <w:rsid w:val="006E5626"/>
    <w:rsid w:val="007002FD"/>
    <w:rsid w:val="00700AF4"/>
    <w:rsid w:val="00701B33"/>
    <w:rsid w:val="00701ED7"/>
    <w:rsid w:val="00704AFD"/>
    <w:rsid w:val="0070505E"/>
    <w:rsid w:val="00705433"/>
    <w:rsid w:val="007060A2"/>
    <w:rsid w:val="00707ADE"/>
    <w:rsid w:val="00720E00"/>
    <w:rsid w:val="00721E2E"/>
    <w:rsid w:val="00725103"/>
    <w:rsid w:val="00727772"/>
    <w:rsid w:val="00727E70"/>
    <w:rsid w:val="0073023A"/>
    <w:rsid w:val="00730CF7"/>
    <w:rsid w:val="007317D3"/>
    <w:rsid w:val="00740260"/>
    <w:rsid w:val="0074521C"/>
    <w:rsid w:val="007457D9"/>
    <w:rsid w:val="00747FF0"/>
    <w:rsid w:val="00751BA2"/>
    <w:rsid w:val="007540F6"/>
    <w:rsid w:val="00756CB5"/>
    <w:rsid w:val="007574A6"/>
    <w:rsid w:val="0076257D"/>
    <w:rsid w:val="007655C0"/>
    <w:rsid w:val="00765E3C"/>
    <w:rsid w:val="00772A79"/>
    <w:rsid w:val="0077354A"/>
    <w:rsid w:val="007746A4"/>
    <w:rsid w:val="00774CE2"/>
    <w:rsid w:val="0078042E"/>
    <w:rsid w:val="00780619"/>
    <w:rsid w:val="00781061"/>
    <w:rsid w:val="00782A35"/>
    <w:rsid w:val="00784C71"/>
    <w:rsid w:val="00786582"/>
    <w:rsid w:val="00786B33"/>
    <w:rsid w:val="007A6695"/>
    <w:rsid w:val="007A7A0A"/>
    <w:rsid w:val="007B2236"/>
    <w:rsid w:val="007B340D"/>
    <w:rsid w:val="007B37D7"/>
    <w:rsid w:val="007C012E"/>
    <w:rsid w:val="007C0A50"/>
    <w:rsid w:val="007C2886"/>
    <w:rsid w:val="007C3B26"/>
    <w:rsid w:val="007C4E5D"/>
    <w:rsid w:val="007C6DCF"/>
    <w:rsid w:val="007C7E8A"/>
    <w:rsid w:val="007D161F"/>
    <w:rsid w:val="007D1751"/>
    <w:rsid w:val="007D3737"/>
    <w:rsid w:val="007D5327"/>
    <w:rsid w:val="007D6AF0"/>
    <w:rsid w:val="007E1BFA"/>
    <w:rsid w:val="007E7461"/>
    <w:rsid w:val="007F2BE1"/>
    <w:rsid w:val="007F368B"/>
    <w:rsid w:val="007F42C0"/>
    <w:rsid w:val="007F532D"/>
    <w:rsid w:val="00800C12"/>
    <w:rsid w:val="0080209E"/>
    <w:rsid w:val="00805126"/>
    <w:rsid w:val="00805B56"/>
    <w:rsid w:val="00806317"/>
    <w:rsid w:val="00806790"/>
    <w:rsid w:val="00811D02"/>
    <w:rsid w:val="00817271"/>
    <w:rsid w:val="00820E32"/>
    <w:rsid w:val="00823A0E"/>
    <w:rsid w:val="00832540"/>
    <w:rsid w:val="00834396"/>
    <w:rsid w:val="008346DE"/>
    <w:rsid w:val="00843394"/>
    <w:rsid w:val="00843FAD"/>
    <w:rsid w:val="00846D92"/>
    <w:rsid w:val="00847DBB"/>
    <w:rsid w:val="00851018"/>
    <w:rsid w:val="008555EB"/>
    <w:rsid w:val="00855665"/>
    <w:rsid w:val="0085615E"/>
    <w:rsid w:val="0086440C"/>
    <w:rsid w:val="008652E9"/>
    <w:rsid w:val="00867B0A"/>
    <w:rsid w:val="00870022"/>
    <w:rsid w:val="00870243"/>
    <w:rsid w:val="00871D60"/>
    <w:rsid w:val="00873975"/>
    <w:rsid w:val="00875973"/>
    <w:rsid w:val="008764C1"/>
    <w:rsid w:val="00880779"/>
    <w:rsid w:val="00885546"/>
    <w:rsid w:val="00885BFE"/>
    <w:rsid w:val="008879F7"/>
    <w:rsid w:val="00891ABB"/>
    <w:rsid w:val="00891FD4"/>
    <w:rsid w:val="00892477"/>
    <w:rsid w:val="00892C78"/>
    <w:rsid w:val="008936C5"/>
    <w:rsid w:val="0089499D"/>
    <w:rsid w:val="00895070"/>
    <w:rsid w:val="008A0ACC"/>
    <w:rsid w:val="008A4EE4"/>
    <w:rsid w:val="008A55A7"/>
    <w:rsid w:val="008A6CD6"/>
    <w:rsid w:val="008B01C6"/>
    <w:rsid w:val="008B0F81"/>
    <w:rsid w:val="008B132B"/>
    <w:rsid w:val="008B3BA5"/>
    <w:rsid w:val="008C0067"/>
    <w:rsid w:val="008C00E9"/>
    <w:rsid w:val="008C4C6D"/>
    <w:rsid w:val="008C505C"/>
    <w:rsid w:val="008C7C8D"/>
    <w:rsid w:val="008D089D"/>
    <w:rsid w:val="008D1453"/>
    <w:rsid w:val="008D2765"/>
    <w:rsid w:val="008D5461"/>
    <w:rsid w:val="008E0633"/>
    <w:rsid w:val="008E37C8"/>
    <w:rsid w:val="008E3DD6"/>
    <w:rsid w:val="008E6272"/>
    <w:rsid w:val="008E795D"/>
    <w:rsid w:val="008F0B11"/>
    <w:rsid w:val="008F460F"/>
    <w:rsid w:val="008F5D95"/>
    <w:rsid w:val="008F6E65"/>
    <w:rsid w:val="00900547"/>
    <w:rsid w:val="0090469F"/>
    <w:rsid w:val="00905079"/>
    <w:rsid w:val="00907895"/>
    <w:rsid w:val="0091044B"/>
    <w:rsid w:val="009115A0"/>
    <w:rsid w:val="00914F80"/>
    <w:rsid w:val="009208B7"/>
    <w:rsid w:val="00921AFD"/>
    <w:rsid w:val="00924662"/>
    <w:rsid w:val="00931060"/>
    <w:rsid w:val="00932DB3"/>
    <w:rsid w:val="0093528D"/>
    <w:rsid w:val="00937ECD"/>
    <w:rsid w:val="00945390"/>
    <w:rsid w:val="00945393"/>
    <w:rsid w:val="00945780"/>
    <w:rsid w:val="0094656F"/>
    <w:rsid w:val="00952BDE"/>
    <w:rsid w:val="00954E2A"/>
    <w:rsid w:val="0095583B"/>
    <w:rsid w:val="00957977"/>
    <w:rsid w:val="0096069B"/>
    <w:rsid w:val="00961904"/>
    <w:rsid w:val="0096547F"/>
    <w:rsid w:val="00966A18"/>
    <w:rsid w:val="00967085"/>
    <w:rsid w:val="00970202"/>
    <w:rsid w:val="00970F99"/>
    <w:rsid w:val="00971D05"/>
    <w:rsid w:val="009743FE"/>
    <w:rsid w:val="00976A21"/>
    <w:rsid w:val="00976DB0"/>
    <w:rsid w:val="009820CF"/>
    <w:rsid w:val="009856C1"/>
    <w:rsid w:val="0099381E"/>
    <w:rsid w:val="0099404B"/>
    <w:rsid w:val="009955D2"/>
    <w:rsid w:val="009A2003"/>
    <w:rsid w:val="009B0751"/>
    <w:rsid w:val="009B16ED"/>
    <w:rsid w:val="009B42AE"/>
    <w:rsid w:val="009B6619"/>
    <w:rsid w:val="009D0B9F"/>
    <w:rsid w:val="009D44EE"/>
    <w:rsid w:val="009D6782"/>
    <w:rsid w:val="009D7DEE"/>
    <w:rsid w:val="009E005D"/>
    <w:rsid w:val="009E0C67"/>
    <w:rsid w:val="009E3250"/>
    <w:rsid w:val="009E3958"/>
    <w:rsid w:val="009E4DE9"/>
    <w:rsid w:val="009E5010"/>
    <w:rsid w:val="009E664A"/>
    <w:rsid w:val="009F08C6"/>
    <w:rsid w:val="009F1BD5"/>
    <w:rsid w:val="009F26B5"/>
    <w:rsid w:val="009F37EB"/>
    <w:rsid w:val="009F5F99"/>
    <w:rsid w:val="009F6C85"/>
    <w:rsid w:val="009F7B4B"/>
    <w:rsid w:val="009F7F9B"/>
    <w:rsid w:val="00A022EE"/>
    <w:rsid w:val="00A059CB"/>
    <w:rsid w:val="00A07463"/>
    <w:rsid w:val="00A11A22"/>
    <w:rsid w:val="00A1721B"/>
    <w:rsid w:val="00A17AA1"/>
    <w:rsid w:val="00A21895"/>
    <w:rsid w:val="00A25F55"/>
    <w:rsid w:val="00A267D4"/>
    <w:rsid w:val="00A31DDE"/>
    <w:rsid w:val="00A32DAE"/>
    <w:rsid w:val="00A32ED9"/>
    <w:rsid w:val="00A356C8"/>
    <w:rsid w:val="00A35740"/>
    <w:rsid w:val="00A40314"/>
    <w:rsid w:val="00A42B28"/>
    <w:rsid w:val="00A44C30"/>
    <w:rsid w:val="00A52742"/>
    <w:rsid w:val="00A567B3"/>
    <w:rsid w:val="00A61C7E"/>
    <w:rsid w:val="00A62418"/>
    <w:rsid w:val="00A65458"/>
    <w:rsid w:val="00A67C82"/>
    <w:rsid w:val="00A826A7"/>
    <w:rsid w:val="00A8666C"/>
    <w:rsid w:val="00A90C9D"/>
    <w:rsid w:val="00A91CBF"/>
    <w:rsid w:val="00A92A25"/>
    <w:rsid w:val="00A93343"/>
    <w:rsid w:val="00A93A61"/>
    <w:rsid w:val="00A95385"/>
    <w:rsid w:val="00A9715F"/>
    <w:rsid w:val="00AA0389"/>
    <w:rsid w:val="00AA18F6"/>
    <w:rsid w:val="00AA2E1A"/>
    <w:rsid w:val="00AA7462"/>
    <w:rsid w:val="00AB301A"/>
    <w:rsid w:val="00AB37EC"/>
    <w:rsid w:val="00AB4245"/>
    <w:rsid w:val="00AB76A5"/>
    <w:rsid w:val="00AB76EC"/>
    <w:rsid w:val="00AC25A0"/>
    <w:rsid w:val="00AC696D"/>
    <w:rsid w:val="00AC7F3C"/>
    <w:rsid w:val="00AD0ADA"/>
    <w:rsid w:val="00AE0CD1"/>
    <w:rsid w:val="00AE1CE4"/>
    <w:rsid w:val="00AF1CE4"/>
    <w:rsid w:val="00AF309E"/>
    <w:rsid w:val="00AF3F26"/>
    <w:rsid w:val="00AF434B"/>
    <w:rsid w:val="00AF59E2"/>
    <w:rsid w:val="00AF763A"/>
    <w:rsid w:val="00B00375"/>
    <w:rsid w:val="00B01504"/>
    <w:rsid w:val="00B04A84"/>
    <w:rsid w:val="00B06717"/>
    <w:rsid w:val="00B06E73"/>
    <w:rsid w:val="00B07553"/>
    <w:rsid w:val="00B12314"/>
    <w:rsid w:val="00B142D6"/>
    <w:rsid w:val="00B143B8"/>
    <w:rsid w:val="00B15539"/>
    <w:rsid w:val="00B161FC"/>
    <w:rsid w:val="00B16F7A"/>
    <w:rsid w:val="00B208B3"/>
    <w:rsid w:val="00B2147A"/>
    <w:rsid w:val="00B220AF"/>
    <w:rsid w:val="00B232B9"/>
    <w:rsid w:val="00B2631A"/>
    <w:rsid w:val="00B2768C"/>
    <w:rsid w:val="00B318D7"/>
    <w:rsid w:val="00B31FCF"/>
    <w:rsid w:val="00B364F2"/>
    <w:rsid w:val="00B40F1F"/>
    <w:rsid w:val="00B4159A"/>
    <w:rsid w:val="00B41DBB"/>
    <w:rsid w:val="00B439B5"/>
    <w:rsid w:val="00B45F71"/>
    <w:rsid w:val="00B52F3E"/>
    <w:rsid w:val="00B54A11"/>
    <w:rsid w:val="00B54EDE"/>
    <w:rsid w:val="00B562AE"/>
    <w:rsid w:val="00B56658"/>
    <w:rsid w:val="00B56CD1"/>
    <w:rsid w:val="00B61697"/>
    <w:rsid w:val="00B665A0"/>
    <w:rsid w:val="00B7086E"/>
    <w:rsid w:val="00B71BF5"/>
    <w:rsid w:val="00B72B8B"/>
    <w:rsid w:val="00B74A15"/>
    <w:rsid w:val="00B778D4"/>
    <w:rsid w:val="00B81B1E"/>
    <w:rsid w:val="00B82650"/>
    <w:rsid w:val="00B8427A"/>
    <w:rsid w:val="00B90B96"/>
    <w:rsid w:val="00B92EF0"/>
    <w:rsid w:val="00B93A03"/>
    <w:rsid w:val="00B9776B"/>
    <w:rsid w:val="00BA0552"/>
    <w:rsid w:val="00BA0AD6"/>
    <w:rsid w:val="00BA1241"/>
    <w:rsid w:val="00BA2914"/>
    <w:rsid w:val="00BA4BE4"/>
    <w:rsid w:val="00BB02AD"/>
    <w:rsid w:val="00BB0F15"/>
    <w:rsid w:val="00BC072B"/>
    <w:rsid w:val="00BC2C05"/>
    <w:rsid w:val="00BC5B4D"/>
    <w:rsid w:val="00BC5FAA"/>
    <w:rsid w:val="00BC73EA"/>
    <w:rsid w:val="00BD0E54"/>
    <w:rsid w:val="00BD2177"/>
    <w:rsid w:val="00BE1414"/>
    <w:rsid w:val="00BE2800"/>
    <w:rsid w:val="00BE3190"/>
    <w:rsid w:val="00BE3A40"/>
    <w:rsid w:val="00BF10E1"/>
    <w:rsid w:val="00BF23E8"/>
    <w:rsid w:val="00BF258E"/>
    <w:rsid w:val="00BF6908"/>
    <w:rsid w:val="00C027C9"/>
    <w:rsid w:val="00C06069"/>
    <w:rsid w:val="00C11E2F"/>
    <w:rsid w:val="00C1660B"/>
    <w:rsid w:val="00C25C56"/>
    <w:rsid w:val="00C26BDD"/>
    <w:rsid w:val="00C34BF6"/>
    <w:rsid w:val="00C4127F"/>
    <w:rsid w:val="00C43D50"/>
    <w:rsid w:val="00C4429F"/>
    <w:rsid w:val="00C4433D"/>
    <w:rsid w:val="00C544B0"/>
    <w:rsid w:val="00C570F5"/>
    <w:rsid w:val="00C57366"/>
    <w:rsid w:val="00C57ADB"/>
    <w:rsid w:val="00C637CF"/>
    <w:rsid w:val="00C6459A"/>
    <w:rsid w:val="00C66087"/>
    <w:rsid w:val="00C67D41"/>
    <w:rsid w:val="00C767B9"/>
    <w:rsid w:val="00C80031"/>
    <w:rsid w:val="00C81CAA"/>
    <w:rsid w:val="00C86BC5"/>
    <w:rsid w:val="00C9114A"/>
    <w:rsid w:val="00C92339"/>
    <w:rsid w:val="00C92968"/>
    <w:rsid w:val="00C93582"/>
    <w:rsid w:val="00C96574"/>
    <w:rsid w:val="00CA0D70"/>
    <w:rsid w:val="00CA1DA4"/>
    <w:rsid w:val="00CA31CF"/>
    <w:rsid w:val="00CA38F3"/>
    <w:rsid w:val="00CB03E7"/>
    <w:rsid w:val="00CB0B76"/>
    <w:rsid w:val="00CB6028"/>
    <w:rsid w:val="00CC0826"/>
    <w:rsid w:val="00CC4550"/>
    <w:rsid w:val="00CC6E48"/>
    <w:rsid w:val="00CC6EF3"/>
    <w:rsid w:val="00CC7A53"/>
    <w:rsid w:val="00CD151E"/>
    <w:rsid w:val="00CD1E77"/>
    <w:rsid w:val="00CD6350"/>
    <w:rsid w:val="00CE2B81"/>
    <w:rsid w:val="00CE3541"/>
    <w:rsid w:val="00CE5962"/>
    <w:rsid w:val="00CE708B"/>
    <w:rsid w:val="00CF2263"/>
    <w:rsid w:val="00CF2CEE"/>
    <w:rsid w:val="00CF6196"/>
    <w:rsid w:val="00D01272"/>
    <w:rsid w:val="00D0425D"/>
    <w:rsid w:val="00D044B4"/>
    <w:rsid w:val="00D0736A"/>
    <w:rsid w:val="00D07CF4"/>
    <w:rsid w:val="00D10C94"/>
    <w:rsid w:val="00D1387F"/>
    <w:rsid w:val="00D1541E"/>
    <w:rsid w:val="00D21B36"/>
    <w:rsid w:val="00D22C08"/>
    <w:rsid w:val="00D24409"/>
    <w:rsid w:val="00D30E64"/>
    <w:rsid w:val="00D3665E"/>
    <w:rsid w:val="00D408BC"/>
    <w:rsid w:val="00D43BBC"/>
    <w:rsid w:val="00D5030F"/>
    <w:rsid w:val="00D50A9C"/>
    <w:rsid w:val="00D50FC5"/>
    <w:rsid w:val="00D5222E"/>
    <w:rsid w:val="00D525C1"/>
    <w:rsid w:val="00D52667"/>
    <w:rsid w:val="00D52A47"/>
    <w:rsid w:val="00D620CC"/>
    <w:rsid w:val="00D64DC4"/>
    <w:rsid w:val="00D65AD6"/>
    <w:rsid w:val="00D7010E"/>
    <w:rsid w:val="00D70F5D"/>
    <w:rsid w:val="00D721EA"/>
    <w:rsid w:val="00D76D6A"/>
    <w:rsid w:val="00D802B2"/>
    <w:rsid w:val="00D81884"/>
    <w:rsid w:val="00D828BA"/>
    <w:rsid w:val="00D82ED7"/>
    <w:rsid w:val="00D84C3D"/>
    <w:rsid w:val="00D84D60"/>
    <w:rsid w:val="00D87485"/>
    <w:rsid w:val="00D91F07"/>
    <w:rsid w:val="00D9653A"/>
    <w:rsid w:val="00DA0A30"/>
    <w:rsid w:val="00DA244D"/>
    <w:rsid w:val="00DA46BB"/>
    <w:rsid w:val="00DA5174"/>
    <w:rsid w:val="00DA70B3"/>
    <w:rsid w:val="00DB4719"/>
    <w:rsid w:val="00DB6702"/>
    <w:rsid w:val="00DC1E63"/>
    <w:rsid w:val="00DC4E74"/>
    <w:rsid w:val="00DC6A36"/>
    <w:rsid w:val="00DD1098"/>
    <w:rsid w:val="00DD4A9D"/>
    <w:rsid w:val="00DD6243"/>
    <w:rsid w:val="00DE1340"/>
    <w:rsid w:val="00DE1795"/>
    <w:rsid w:val="00DE401C"/>
    <w:rsid w:val="00DE486F"/>
    <w:rsid w:val="00DE5D7F"/>
    <w:rsid w:val="00DE5FF8"/>
    <w:rsid w:val="00DE6EF2"/>
    <w:rsid w:val="00DF130A"/>
    <w:rsid w:val="00DF2F05"/>
    <w:rsid w:val="00DF6D29"/>
    <w:rsid w:val="00DF7DC7"/>
    <w:rsid w:val="00E14DB9"/>
    <w:rsid w:val="00E16D1A"/>
    <w:rsid w:val="00E2033A"/>
    <w:rsid w:val="00E21132"/>
    <w:rsid w:val="00E22E5F"/>
    <w:rsid w:val="00E2634E"/>
    <w:rsid w:val="00E2697C"/>
    <w:rsid w:val="00E26A35"/>
    <w:rsid w:val="00E26D9A"/>
    <w:rsid w:val="00E27700"/>
    <w:rsid w:val="00E30840"/>
    <w:rsid w:val="00E31132"/>
    <w:rsid w:val="00E31211"/>
    <w:rsid w:val="00E334E1"/>
    <w:rsid w:val="00E35341"/>
    <w:rsid w:val="00E413C2"/>
    <w:rsid w:val="00E41492"/>
    <w:rsid w:val="00E41A71"/>
    <w:rsid w:val="00E41D40"/>
    <w:rsid w:val="00E42446"/>
    <w:rsid w:val="00E42F3A"/>
    <w:rsid w:val="00E52673"/>
    <w:rsid w:val="00E61E2B"/>
    <w:rsid w:val="00E6293E"/>
    <w:rsid w:val="00E71C1B"/>
    <w:rsid w:val="00E73E82"/>
    <w:rsid w:val="00E744D3"/>
    <w:rsid w:val="00E7472C"/>
    <w:rsid w:val="00E753D4"/>
    <w:rsid w:val="00E76761"/>
    <w:rsid w:val="00E81715"/>
    <w:rsid w:val="00E8252B"/>
    <w:rsid w:val="00E87AD0"/>
    <w:rsid w:val="00E90470"/>
    <w:rsid w:val="00E91C18"/>
    <w:rsid w:val="00E95EA7"/>
    <w:rsid w:val="00EA14D8"/>
    <w:rsid w:val="00EA22C3"/>
    <w:rsid w:val="00EA6A9F"/>
    <w:rsid w:val="00EB04AD"/>
    <w:rsid w:val="00EC09AD"/>
    <w:rsid w:val="00EC6CAD"/>
    <w:rsid w:val="00EC71CB"/>
    <w:rsid w:val="00ED11E5"/>
    <w:rsid w:val="00ED4567"/>
    <w:rsid w:val="00ED5B84"/>
    <w:rsid w:val="00ED6DAE"/>
    <w:rsid w:val="00EE1650"/>
    <w:rsid w:val="00EE21B9"/>
    <w:rsid w:val="00EE2DB4"/>
    <w:rsid w:val="00EE4DB8"/>
    <w:rsid w:val="00EF04DD"/>
    <w:rsid w:val="00EF3572"/>
    <w:rsid w:val="00EF4710"/>
    <w:rsid w:val="00EF7C14"/>
    <w:rsid w:val="00F00479"/>
    <w:rsid w:val="00F00734"/>
    <w:rsid w:val="00F019D4"/>
    <w:rsid w:val="00F0230F"/>
    <w:rsid w:val="00F10716"/>
    <w:rsid w:val="00F1292E"/>
    <w:rsid w:val="00F133C5"/>
    <w:rsid w:val="00F30CD6"/>
    <w:rsid w:val="00F31C6C"/>
    <w:rsid w:val="00F336EF"/>
    <w:rsid w:val="00F37B47"/>
    <w:rsid w:val="00F402B5"/>
    <w:rsid w:val="00F420DE"/>
    <w:rsid w:val="00F44DA7"/>
    <w:rsid w:val="00F47F54"/>
    <w:rsid w:val="00F5675C"/>
    <w:rsid w:val="00F61345"/>
    <w:rsid w:val="00F65BFF"/>
    <w:rsid w:val="00F66E26"/>
    <w:rsid w:val="00F710CF"/>
    <w:rsid w:val="00F721C5"/>
    <w:rsid w:val="00F75833"/>
    <w:rsid w:val="00F75B93"/>
    <w:rsid w:val="00F75F43"/>
    <w:rsid w:val="00F76DE9"/>
    <w:rsid w:val="00F82D8E"/>
    <w:rsid w:val="00F831BC"/>
    <w:rsid w:val="00F83F01"/>
    <w:rsid w:val="00F84508"/>
    <w:rsid w:val="00F86ECA"/>
    <w:rsid w:val="00F876DB"/>
    <w:rsid w:val="00F911B1"/>
    <w:rsid w:val="00F96690"/>
    <w:rsid w:val="00FA2579"/>
    <w:rsid w:val="00FA49C2"/>
    <w:rsid w:val="00FA5683"/>
    <w:rsid w:val="00FB0025"/>
    <w:rsid w:val="00FB21C2"/>
    <w:rsid w:val="00FB3E7F"/>
    <w:rsid w:val="00FB66C8"/>
    <w:rsid w:val="00FC016E"/>
    <w:rsid w:val="00FC14E7"/>
    <w:rsid w:val="00FC22B9"/>
    <w:rsid w:val="00FC32FC"/>
    <w:rsid w:val="00FC68DD"/>
    <w:rsid w:val="00FC7257"/>
    <w:rsid w:val="00FC72DA"/>
    <w:rsid w:val="00FC78D2"/>
    <w:rsid w:val="00FD0AF9"/>
    <w:rsid w:val="00FD223B"/>
    <w:rsid w:val="00FD2E1F"/>
    <w:rsid w:val="00FD3C0E"/>
    <w:rsid w:val="00FD5FAE"/>
    <w:rsid w:val="00FD6F48"/>
    <w:rsid w:val="00FE4B50"/>
    <w:rsid w:val="00FE4F22"/>
    <w:rsid w:val="00FE7281"/>
    <w:rsid w:val="00FE74E6"/>
    <w:rsid w:val="00FF326A"/>
    <w:rsid w:val="00FF4DDF"/>
    <w:rsid w:val="00FF63B1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24F2FE"/>
  <w15:chartTrackingRefBased/>
  <w15:docId w15:val="{966ED3BD-BEC7-41B4-90A6-7DB46EFA4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2418"/>
    <w:pPr>
      <w:autoSpaceDE w:val="0"/>
      <w:autoSpaceDN w:val="0"/>
    </w:pPr>
  </w:style>
  <w:style w:type="paragraph" w:styleId="Nadpis1">
    <w:name w:val="heading 1"/>
    <w:next w:val="Normln"/>
    <w:link w:val="Nadpis1Char"/>
    <w:qFormat/>
    <w:rsid w:val="00F30CD6"/>
    <w:pPr>
      <w:keepNext/>
      <w:numPr>
        <w:numId w:val="1"/>
      </w:numPr>
      <w:tabs>
        <w:tab w:val="left" w:pos="1985"/>
      </w:tabs>
      <w:spacing w:before="360"/>
      <w:outlineLvl w:val="0"/>
    </w:pPr>
    <w:rPr>
      <w:rFonts w:cs="Arial"/>
      <w:b/>
      <w:bCs/>
      <w:caps/>
      <w:spacing w:val="30"/>
      <w:sz w:val="28"/>
      <w:szCs w:val="28"/>
    </w:rPr>
  </w:style>
  <w:style w:type="paragraph" w:styleId="Nadpis2">
    <w:name w:val="heading 2"/>
    <w:next w:val="Nadpis3"/>
    <w:link w:val="Nadpis2Char"/>
    <w:qFormat/>
    <w:rsid w:val="00F30CD6"/>
    <w:pPr>
      <w:keepNext/>
      <w:numPr>
        <w:ilvl w:val="1"/>
        <w:numId w:val="1"/>
      </w:numPr>
      <w:tabs>
        <w:tab w:val="left" w:pos="1701"/>
      </w:tabs>
      <w:spacing w:before="240"/>
      <w:jc w:val="both"/>
      <w:outlineLvl w:val="1"/>
    </w:pPr>
    <w:rPr>
      <w:b/>
      <w:caps/>
      <w:sz w:val="28"/>
      <w:szCs w:val="28"/>
    </w:rPr>
  </w:style>
  <w:style w:type="paragraph" w:styleId="Nadpis3">
    <w:name w:val="heading 3"/>
    <w:next w:val="Normln"/>
    <w:link w:val="Nadpis3Char"/>
    <w:qFormat/>
    <w:rsid w:val="00F30CD6"/>
    <w:pPr>
      <w:numPr>
        <w:ilvl w:val="2"/>
        <w:numId w:val="1"/>
      </w:numPr>
      <w:spacing w:before="120"/>
      <w:outlineLvl w:val="2"/>
    </w:pPr>
    <w:rPr>
      <w:sz w:val="24"/>
    </w:rPr>
  </w:style>
  <w:style w:type="paragraph" w:styleId="Nadpis4">
    <w:name w:val="heading 4"/>
    <w:next w:val="Normln"/>
    <w:qFormat/>
    <w:rsid w:val="00F30CD6"/>
    <w:pPr>
      <w:numPr>
        <w:ilvl w:val="3"/>
        <w:numId w:val="1"/>
      </w:numPr>
      <w:overflowPunct w:val="0"/>
      <w:autoSpaceDE w:val="0"/>
      <w:autoSpaceDN w:val="0"/>
      <w:adjustRightInd w:val="0"/>
      <w:spacing w:before="60"/>
      <w:textAlignment w:val="baseline"/>
      <w:outlineLvl w:val="3"/>
    </w:pPr>
    <w:rPr>
      <w:sz w:val="24"/>
      <w:szCs w:val="24"/>
    </w:rPr>
  </w:style>
  <w:style w:type="paragraph" w:styleId="Nadpis5">
    <w:name w:val="heading 5"/>
    <w:basedOn w:val="Normln"/>
    <w:next w:val="Normln"/>
    <w:qFormat/>
    <w:rsid w:val="001855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B4159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qFormat/>
    <w:rsid w:val="006B0A17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spacing w:after="240"/>
      <w:ind w:firstLine="709"/>
      <w:jc w:val="both"/>
    </w:pPr>
  </w:style>
  <w:style w:type="character" w:customStyle="1" w:styleId="Hypertextovodkaz1">
    <w:name w:val="Hypertextový odkaz1"/>
    <w:rPr>
      <w:color w:val="0000FF"/>
      <w:u w:val="single"/>
    </w:rPr>
  </w:style>
  <w:style w:type="paragraph" w:styleId="Textbubliny">
    <w:name w:val="Balloon Text"/>
    <w:basedOn w:val="Normln"/>
    <w:semiHidden/>
    <w:rsid w:val="00B220AF"/>
    <w:rPr>
      <w:rFonts w:ascii="Tahoma" w:hAnsi="Tahoma" w:cs="Tahoma"/>
      <w:sz w:val="16"/>
      <w:szCs w:val="16"/>
    </w:rPr>
  </w:style>
  <w:style w:type="character" w:styleId="Hypertextovodkaz">
    <w:name w:val="Hyperlink"/>
    <w:rsid w:val="000F1612"/>
    <w:rPr>
      <w:color w:val="0000FF"/>
      <w:u w:val="single"/>
    </w:rPr>
  </w:style>
  <w:style w:type="character" w:styleId="slostrnky">
    <w:name w:val="page number"/>
    <w:basedOn w:val="Standardnpsmoodstavce"/>
    <w:rsid w:val="005E01BB"/>
  </w:style>
  <w:style w:type="character" w:customStyle="1" w:styleId="highlighted1">
    <w:name w:val="highlighted1"/>
    <w:basedOn w:val="Standardnpsmoodstavce"/>
    <w:rsid w:val="00FF4DDF"/>
  </w:style>
  <w:style w:type="character" w:customStyle="1" w:styleId="highlighted3">
    <w:name w:val="highlighted3"/>
    <w:basedOn w:val="Standardnpsmoodstavce"/>
    <w:rsid w:val="00FF4DDF"/>
  </w:style>
  <w:style w:type="table" w:styleId="Mkatabulky">
    <w:name w:val="Table Grid"/>
    <w:basedOn w:val="Normlntabulka"/>
    <w:rsid w:val="00CA38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Text">
    <w:name w:val="4Text"/>
    <w:basedOn w:val="Normln"/>
    <w:rsid w:val="00A8666C"/>
    <w:pPr>
      <w:overflowPunct w:val="0"/>
      <w:adjustRightInd w:val="0"/>
      <w:spacing w:before="60" w:after="60"/>
      <w:jc w:val="both"/>
      <w:textAlignment w:val="baseline"/>
    </w:pPr>
    <w:rPr>
      <w:sz w:val="22"/>
      <w:szCs w:val="22"/>
      <w:lang w:eastAsia="en-US"/>
    </w:rPr>
  </w:style>
  <w:style w:type="paragraph" w:customStyle="1" w:styleId="NadpisParagraf">
    <w:name w:val="Nadpis Paragraf"/>
    <w:basedOn w:val="Normln"/>
    <w:next w:val="Textodstavec"/>
    <w:rsid w:val="003A0C3D"/>
    <w:pPr>
      <w:numPr>
        <w:numId w:val="2"/>
      </w:numPr>
      <w:tabs>
        <w:tab w:val="left" w:pos="-2977"/>
      </w:tabs>
      <w:autoSpaceDE/>
      <w:autoSpaceDN/>
      <w:spacing w:before="180" w:after="60"/>
      <w:ind w:right="40"/>
      <w:jc w:val="center"/>
    </w:pPr>
    <w:rPr>
      <w:b/>
    </w:rPr>
  </w:style>
  <w:style w:type="paragraph" w:customStyle="1" w:styleId="Textodstavec">
    <w:name w:val="Text odstavec"/>
    <w:basedOn w:val="Normln"/>
    <w:rsid w:val="003A0C3D"/>
    <w:pPr>
      <w:numPr>
        <w:ilvl w:val="1"/>
        <w:numId w:val="2"/>
      </w:numPr>
      <w:autoSpaceDE/>
      <w:autoSpaceDN/>
      <w:spacing w:before="120"/>
      <w:jc w:val="both"/>
    </w:pPr>
  </w:style>
  <w:style w:type="paragraph" w:styleId="Zkladntext">
    <w:name w:val="Body Text"/>
    <w:basedOn w:val="Normln"/>
    <w:link w:val="ZkladntextChar"/>
    <w:rsid w:val="00F0230F"/>
    <w:rPr>
      <w:sz w:val="28"/>
      <w:szCs w:val="28"/>
    </w:rPr>
  </w:style>
  <w:style w:type="paragraph" w:customStyle="1" w:styleId="bodytext2">
    <w:name w:val="bodytext2"/>
    <w:basedOn w:val="Normln"/>
    <w:rsid w:val="00F0230F"/>
    <w:pPr>
      <w:overflowPunct w:val="0"/>
      <w:spacing w:after="120"/>
      <w:ind w:left="426" w:hanging="426"/>
      <w:jc w:val="both"/>
    </w:pPr>
    <w:rPr>
      <w:sz w:val="24"/>
      <w:szCs w:val="24"/>
    </w:rPr>
  </w:style>
  <w:style w:type="paragraph" w:customStyle="1" w:styleId="bodytextindent2">
    <w:name w:val="bodytextindent2"/>
    <w:basedOn w:val="Normln"/>
    <w:rsid w:val="00F0230F"/>
    <w:pPr>
      <w:overflowPunct w:val="0"/>
      <w:spacing w:after="120"/>
      <w:ind w:left="360" w:hanging="487"/>
      <w:jc w:val="both"/>
    </w:pPr>
    <w:rPr>
      <w:sz w:val="24"/>
      <w:szCs w:val="24"/>
    </w:rPr>
  </w:style>
  <w:style w:type="paragraph" w:styleId="Obsah1">
    <w:name w:val="toc 1"/>
    <w:basedOn w:val="Normln"/>
    <w:next w:val="Normln"/>
    <w:autoRedefine/>
    <w:semiHidden/>
    <w:rsid w:val="009A2003"/>
    <w:pPr>
      <w:tabs>
        <w:tab w:val="left" w:pos="1418"/>
        <w:tab w:val="right" w:leader="dot" w:pos="9628"/>
      </w:tabs>
      <w:autoSpaceDE/>
      <w:autoSpaceDN/>
      <w:spacing w:before="120"/>
      <w:ind w:left="1418" w:hanging="1418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semiHidden/>
    <w:rsid w:val="00212809"/>
    <w:pPr>
      <w:tabs>
        <w:tab w:val="right" w:leader="dot" w:pos="9629"/>
      </w:tabs>
      <w:autoSpaceDE/>
      <w:autoSpaceDN/>
      <w:spacing w:before="60"/>
      <w:ind w:left="1429" w:hanging="1191"/>
    </w:pPr>
    <w:rPr>
      <w:iCs/>
      <w:noProof/>
      <w:sz w:val="24"/>
      <w:szCs w:val="24"/>
    </w:rPr>
  </w:style>
  <w:style w:type="paragraph" w:customStyle="1" w:styleId="lnek">
    <w:name w:val="Článek"/>
    <w:basedOn w:val="Normln"/>
    <w:rsid w:val="00DE1795"/>
    <w:pPr>
      <w:autoSpaceDE/>
      <w:autoSpaceDN/>
      <w:spacing w:before="120" w:after="120"/>
      <w:jc w:val="center"/>
    </w:pPr>
    <w:rPr>
      <w:b/>
      <w:sz w:val="32"/>
    </w:rPr>
  </w:style>
  <w:style w:type="paragraph" w:styleId="AdresaHTML">
    <w:name w:val="HTML Address"/>
    <w:basedOn w:val="Normln"/>
    <w:rsid w:val="0070505E"/>
    <w:pPr>
      <w:autoSpaceDE/>
      <w:autoSpaceDN/>
    </w:pPr>
    <w:rPr>
      <w:i/>
      <w:iCs/>
      <w:sz w:val="24"/>
    </w:rPr>
  </w:style>
  <w:style w:type="paragraph" w:customStyle="1" w:styleId="lanek3">
    <w:name w:val="Članek 3"/>
    <w:basedOn w:val="Normln"/>
    <w:rsid w:val="0070505E"/>
    <w:pPr>
      <w:autoSpaceDE/>
      <w:autoSpaceDN/>
    </w:pPr>
    <w:rPr>
      <w:sz w:val="24"/>
      <w:szCs w:val="22"/>
    </w:rPr>
  </w:style>
  <w:style w:type="paragraph" w:customStyle="1" w:styleId="ZZZEsster">
    <w:name w:val="ZZZEsster"/>
    <w:basedOn w:val="Normln"/>
    <w:rsid w:val="0070505E"/>
    <w:pPr>
      <w:autoSpaceDE/>
      <w:autoSpaceDN/>
    </w:pPr>
  </w:style>
  <w:style w:type="paragraph" w:customStyle="1" w:styleId="MDSR">
    <w:name w:val="MDS ČR"/>
    <w:basedOn w:val="Normln"/>
    <w:rsid w:val="00163E67"/>
    <w:pPr>
      <w:suppressAutoHyphens/>
      <w:overflowPunct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character" w:customStyle="1" w:styleId="Zvraznn">
    <w:name w:val="Zvýraznění"/>
    <w:qFormat/>
    <w:rsid w:val="004B4EE5"/>
    <w:rPr>
      <w:i/>
      <w:iCs/>
    </w:rPr>
  </w:style>
  <w:style w:type="paragraph" w:customStyle="1" w:styleId="lanek3TunZa12bslovn">
    <w:name w:val="Članek 3 + Tučné Za:  12 b. + číslování"/>
    <w:basedOn w:val="lanek3"/>
    <w:rsid w:val="00B2631A"/>
    <w:pPr>
      <w:numPr>
        <w:numId w:val="3"/>
      </w:numPr>
      <w:spacing w:after="240"/>
      <w:jc w:val="both"/>
    </w:pPr>
    <w:rPr>
      <w:b/>
      <w:bCs/>
      <w:szCs w:val="20"/>
    </w:rPr>
  </w:style>
  <w:style w:type="paragraph" w:customStyle="1" w:styleId="PMDRKS1">
    <w:name w:val="PMD RKS 1"/>
    <w:rsid w:val="00CE708B"/>
    <w:pPr>
      <w:tabs>
        <w:tab w:val="num" w:pos="851"/>
      </w:tabs>
      <w:spacing w:before="240"/>
      <w:ind w:left="851" w:hanging="454"/>
    </w:pPr>
    <w:rPr>
      <w:b/>
      <w:bCs/>
      <w:sz w:val="24"/>
    </w:rPr>
  </w:style>
  <w:style w:type="paragraph" w:styleId="Seznamsodrkami">
    <w:name w:val="List Bullet"/>
    <w:basedOn w:val="Normln"/>
    <w:rsid w:val="00CE708B"/>
    <w:pPr>
      <w:numPr>
        <w:numId w:val="4"/>
      </w:numPr>
      <w:autoSpaceDE/>
      <w:autoSpaceDN/>
      <w:spacing w:before="40"/>
    </w:pPr>
    <w:rPr>
      <w:sz w:val="24"/>
      <w:szCs w:val="24"/>
    </w:rPr>
  </w:style>
  <w:style w:type="paragraph" w:styleId="Textpoznpodarou">
    <w:name w:val="footnote text"/>
    <w:aliases w:val="fn"/>
    <w:basedOn w:val="Normln"/>
    <w:link w:val="TextpoznpodarouChar"/>
    <w:rsid w:val="00CE708B"/>
    <w:pPr>
      <w:autoSpaceDE/>
      <w:autoSpaceDN/>
      <w:spacing w:before="40"/>
      <w:ind w:left="113" w:hanging="113"/>
    </w:pPr>
  </w:style>
  <w:style w:type="character" w:styleId="Znakapoznpodarou">
    <w:name w:val="footnote reference"/>
    <w:semiHidden/>
    <w:rsid w:val="00CE708B"/>
    <w:rPr>
      <w:vertAlign w:val="superscript"/>
    </w:rPr>
  </w:style>
  <w:style w:type="paragraph" w:customStyle="1" w:styleId="StylSeznamsodrkamiZarovnatdoblokuPed3b">
    <w:name w:val="Styl Seznam s odrážkami + Zarovnat do bloku Před:  3 b."/>
    <w:basedOn w:val="Seznamsodrkami"/>
    <w:link w:val="StylSeznamsodrkamiZarovnatdoblokuPed3bChar"/>
    <w:rsid w:val="00CE708B"/>
    <w:pPr>
      <w:spacing w:before="60"/>
      <w:jc w:val="both"/>
    </w:pPr>
  </w:style>
  <w:style w:type="character" w:customStyle="1" w:styleId="StylSeznamsodrkamiZarovnatdoblokuPed3bChar">
    <w:name w:val="Styl Seznam s odrážkami + Zarovnat do bloku Před:  3 b. Char"/>
    <w:link w:val="StylSeznamsodrkamiZarovnatdoblokuPed3b"/>
    <w:rsid w:val="00CE708B"/>
    <w:rPr>
      <w:sz w:val="24"/>
      <w:szCs w:val="24"/>
    </w:rPr>
  </w:style>
  <w:style w:type="paragraph" w:styleId="Normlnweb">
    <w:name w:val="Normal (Web)"/>
    <w:basedOn w:val="Normln"/>
    <w:uiPriority w:val="99"/>
    <w:rsid w:val="00185522"/>
    <w:pPr>
      <w:autoSpaceDE/>
      <w:autoSpaceDN/>
      <w:spacing w:before="120" w:after="120"/>
      <w:ind w:firstLine="600"/>
    </w:pPr>
    <w:rPr>
      <w:sz w:val="24"/>
      <w:szCs w:val="24"/>
    </w:rPr>
  </w:style>
  <w:style w:type="paragraph" w:styleId="Zkladntextodsazen2">
    <w:name w:val="Body Text Indent 2"/>
    <w:basedOn w:val="Normln"/>
    <w:rsid w:val="00CA31CF"/>
    <w:pPr>
      <w:spacing w:after="120" w:line="480" w:lineRule="auto"/>
      <w:ind w:left="283"/>
    </w:pPr>
  </w:style>
  <w:style w:type="character" w:customStyle="1" w:styleId="ZhlavChar">
    <w:name w:val="Záhlaví Char"/>
    <w:link w:val="Zhlav"/>
    <w:rsid w:val="00BE3190"/>
  </w:style>
  <w:style w:type="character" w:customStyle="1" w:styleId="ZkladntextChar">
    <w:name w:val="Základní text Char"/>
    <w:link w:val="Zkladntext"/>
    <w:rsid w:val="00BE3190"/>
    <w:rPr>
      <w:sz w:val="28"/>
      <w:szCs w:val="28"/>
    </w:rPr>
  </w:style>
  <w:style w:type="paragraph" w:styleId="Nzev">
    <w:name w:val="Title"/>
    <w:basedOn w:val="Normln"/>
    <w:link w:val="NzevChar"/>
    <w:qFormat/>
    <w:rsid w:val="008C00E9"/>
    <w:pPr>
      <w:jc w:val="center"/>
    </w:pPr>
    <w:rPr>
      <w:b/>
      <w:bCs/>
      <w:sz w:val="24"/>
      <w:szCs w:val="24"/>
    </w:rPr>
  </w:style>
  <w:style w:type="character" w:customStyle="1" w:styleId="NzevChar">
    <w:name w:val="Název Char"/>
    <w:link w:val="Nzev"/>
    <w:rsid w:val="008C00E9"/>
    <w:rPr>
      <w:b/>
      <w:bCs/>
      <w:sz w:val="24"/>
      <w:szCs w:val="24"/>
    </w:rPr>
  </w:style>
  <w:style w:type="character" w:customStyle="1" w:styleId="Nadpis6Char">
    <w:name w:val="Nadpis 6 Char"/>
    <w:link w:val="Nadpis6"/>
    <w:uiPriority w:val="9"/>
    <w:semiHidden/>
    <w:rsid w:val="00B4159A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Vnitnadresa-jmno">
    <w:name w:val="Vnitřní adresa - jméno"/>
    <w:basedOn w:val="Normln"/>
    <w:next w:val="Normln"/>
    <w:rsid w:val="00B4159A"/>
    <w:pPr>
      <w:autoSpaceDE/>
      <w:autoSpaceDN/>
      <w:spacing w:before="220" w:line="240" w:lineRule="atLeast"/>
    </w:pPr>
    <w:rPr>
      <w:rFonts w:ascii="Garamond" w:hAnsi="Garamond"/>
      <w:kern w:val="18"/>
    </w:rPr>
  </w:style>
  <w:style w:type="paragraph" w:customStyle="1" w:styleId="Adresa">
    <w:name w:val="Adresa"/>
    <w:rsid w:val="00B4159A"/>
    <w:pPr>
      <w:overflowPunct w:val="0"/>
      <w:autoSpaceDE w:val="0"/>
      <w:autoSpaceDN w:val="0"/>
      <w:adjustRightInd w:val="0"/>
    </w:pPr>
    <w:rPr>
      <w:sz w:val="22"/>
    </w:rPr>
  </w:style>
  <w:style w:type="paragraph" w:customStyle="1" w:styleId="Default">
    <w:name w:val="Default"/>
    <w:rsid w:val="00B415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Vicvlastn">
    <w:name w:val="Vic vlastní"/>
    <w:next w:val="Normln"/>
    <w:rsid w:val="00B4159A"/>
    <w:pPr>
      <w:spacing w:after="480"/>
      <w:jc w:val="both"/>
    </w:pPr>
    <w:rPr>
      <w:sz w:val="22"/>
      <w:u w:val="single"/>
    </w:rPr>
  </w:style>
  <w:style w:type="character" w:customStyle="1" w:styleId="Nadpis8Char">
    <w:name w:val="Nadpis 8 Char"/>
    <w:link w:val="Nadpis8"/>
    <w:uiPriority w:val="9"/>
    <w:semiHidden/>
    <w:rsid w:val="006B0A1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3Char">
    <w:name w:val="Nadpis 3 Char"/>
    <w:link w:val="Nadpis3"/>
    <w:rsid w:val="006B0A17"/>
    <w:rPr>
      <w:sz w:val="24"/>
    </w:rPr>
  </w:style>
  <w:style w:type="character" w:customStyle="1" w:styleId="ZpatChar">
    <w:name w:val="Zápatí Char"/>
    <w:link w:val="Zpat"/>
    <w:uiPriority w:val="99"/>
    <w:rsid w:val="006B0A17"/>
  </w:style>
  <w:style w:type="character" w:customStyle="1" w:styleId="Styl115b">
    <w:name w:val="Styl 115 b."/>
    <w:rsid w:val="006B0A17"/>
    <w:rPr>
      <w:rFonts w:ascii="Times New Roman" w:hAnsi="Times New Roman" w:cs="Times New Roman" w:hint="default"/>
      <w:sz w:val="24"/>
    </w:rPr>
  </w:style>
  <w:style w:type="paragraph" w:styleId="Zkladntextodsazen3">
    <w:name w:val="Body Text Indent 3"/>
    <w:basedOn w:val="Normln"/>
    <w:link w:val="Zkladntextodsazen3Char"/>
    <w:unhideWhenUsed/>
    <w:rsid w:val="00E6293E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E6293E"/>
    <w:rPr>
      <w:sz w:val="16"/>
      <w:szCs w:val="16"/>
    </w:rPr>
  </w:style>
  <w:style w:type="character" w:customStyle="1" w:styleId="Nadpis1Char">
    <w:name w:val="Nadpis 1 Char"/>
    <w:link w:val="Nadpis1"/>
    <w:rsid w:val="00646038"/>
    <w:rPr>
      <w:rFonts w:cs="Arial"/>
      <w:b/>
      <w:bCs/>
      <w:caps/>
      <w:spacing w:val="30"/>
      <w:sz w:val="28"/>
      <w:szCs w:val="28"/>
    </w:rPr>
  </w:style>
  <w:style w:type="character" w:customStyle="1" w:styleId="Nadpis2Char">
    <w:name w:val="Nadpis 2 Char"/>
    <w:link w:val="Nadpis2"/>
    <w:rsid w:val="00646038"/>
    <w:rPr>
      <w:b/>
      <w:caps/>
      <w:sz w:val="28"/>
      <w:szCs w:val="28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A24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A244D"/>
  </w:style>
  <w:style w:type="paragraph" w:customStyle="1" w:styleId="Zkladntextodsazen1">
    <w:name w:val="Základní text odsazený1"/>
    <w:basedOn w:val="Normln"/>
    <w:rsid w:val="00A31DDE"/>
    <w:pPr>
      <w:spacing w:after="120"/>
      <w:ind w:left="283"/>
    </w:pPr>
    <w:rPr>
      <w:sz w:val="24"/>
      <w:szCs w:val="24"/>
      <w:lang w:val="en-GB"/>
    </w:rPr>
  </w:style>
  <w:style w:type="character" w:customStyle="1" w:styleId="TextpoznpodarouChar">
    <w:name w:val="Text pozn. pod čarou Char"/>
    <w:aliases w:val="fn Char"/>
    <w:link w:val="Textpoznpodarou"/>
    <w:locked/>
    <w:rsid w:val="00230E68"/>
  </w:style>
  <w:style w:type="paragraph" w:styleId="Textkomente">
    <w:name w:val="annotation text"/>
    <w:basedOn w:val="Normln"/>
    <w:link w:val="TextkomenteChar"/>
    <w:unhideWhenUsed/>
    <w:rsid w:val="00230E68"/>
    <w:pPr>
      <w:widowControl w:val="0"/>
      <w:adjustRightInd w:val="0"/>
    </w:pPr>
    <w:rPr>
      <w:lang w:val="en-US" w:eastAsia="en-US"/>
    </w:rPr>
  </w:style>
  <w:style w:type="character" w:customStyle="1" w:styleId="TextkomenteChar">
    <w:name w:val="Text komentáře Char"/>
    <w:link w:val="Textkomente"/>
    <w:rsid w:val="00230E68"/>
    <w:rPr>
      <w:lang w:val="en-US" w:eastAsia="en-US"/>
    </w:rPr>
  </w:style>
  <w:style w:type="character" w:customStyle="1" w:styleId="platne1">
    <w:name w:val="platne1"/>
    <w:rsid w:val="00230E68"/>
  </w:style>
  <w:style w:type="paragraph" w:customStyle="1" w:styleId="Style10">
    <w:name w:val="Style10"/>
    <w:basedOn w:val="Normln"/>
    <w:uiPriority w:val="99"/>
    <w:rsid w:val="00637DAE"/>
    <w:pPr>
      <w:widowControl w:val="0"/>
      <w:adjustRightInd w:val="0"/>
      <w:spacing w:line="403" w:lineRule="exact"/>
      <w:ind w:firstLine="418"/>
    </w:pPr>
    <w:rPr>
      <w:rFonts w:ascii="Arial" w:hAnsi="Arial" w:cs="Arial"/>
      <w:sz w:val="24"/>
      <w:szCs w:val="24"/>
    </w:rPr>
  </w:style>
  <w:style w:type="character" w:customStyle="1" w:styleId="FontStyle37">
    <w:name w:val="Font Style37"/>
    <w:uiPriority w:val="99"/>
    <w:rsid w:val="00637DAE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styleId="Seznamsodrkami4">
    <w:name w:val="List Bullet 4"/>
    <w:basedOn w:val="Normln"/>
    <w:uiPriority w:val="99"/>
    <w:semiHidden/>
    <w:unhideWhenUsed/>
    <w:rsid w:val="00E41D40"/>
    <w:pPr>
      <w:numPr>
        <w:numId w:val="28"/>
      </w:numPr>
      <w:contextualSpacing/>
    </w:pPr>
  </w:style>
  <w:style w:type="paragraph" w:customStyle="1" w:styleId="Style5">
    <w:name w:val="Style5"/>
    <w:basedOn w:val="Normln"/>
    <w:rsid w:val="00370A4A"/>
    <w:pPr>
      <w:widowControl w:val="0"/>
      <w:adjustRightInd w:val="0"/>
      <w:spacing w:line="266" w:lineRule="exact"/>
      <w:jc w:val="both"/>
    </w:pPr>
    <w:rPr>
      <w:rFonts w:ascii="Arial" w:hAnsi="Arial" w:cs="Arial"/>
      <w:sz w:val="24"/>
      <w:szCs w:val="24"/>
    </w:rPr>
  </w:style>
  <w:style w:type="character" w:customStyle="1" w:styleId="FontStyle38">
    <w:name w:val="Font Style38"/>
    <w:uiPriority w:val="99"/>
    <w:rsid w:val="00370A4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E90470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6">
    <w:name w:val="Style6"/>
    <w:basedOn w:val="Normln"/>
    <w:uiPriority w:val="99"/>
    <w:rsid w:val="00E90470"/>
    <w:pPr>
      <w:widowControl w:val="0"/>
      <w:adjustRightInd w:val="0"/>
      <w:spacing w:line="270" w:lineRule="exact"/>
    </w:pPr>
    <w:rPr>
      <w:rFonts w:ascii="Arial" w:hAnsi="Arial" w:cs="Arial"/>
      <w:sz w:val="24"/>
      <w:szCs w:val="24"/>
    </w:rPr>
  </w:style>
  <w:style w:type="paragraph" w:customStyle="1" w:styleId="Style11">
    <w:name w:val="Style11"/>
    <w:basedOn w:val="Normln"/>
    <w:uiPriority w:val="99"/>
    <w:rsid w:val="00E90470"/>
    <w:pPr>
      <w:widowControl w:val="0"/>
      <w:adjustRightInd w:val="0"/>
    </w:pPr>
    <w:rPr>
      <w:rFonts w:ascii="Arial" w:hAnsi="Arial" w:cs="Arial"/>
      <w:sz w:val="24"/>
      <w:szCs w:val="24"/>
    </w:rPr>
  </w:style>
  <w:style w:type="paragraph" w:customStyle="1" w:styleId="Char12">
    <w:name w:val="Char12"/>
    <w:basedOn w:val="Normln"/>
    <w:rsid w:val="00E90470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&#345;echod%20k%20S&#381;DC%20-%20SS&#344;\Dopis%20SDC%20OVA%20barevn&#283;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 SDC OVA barevně</Template>
  <TotalTime>147</TotalTime>
  <Pages>2</Pages>
  <Words>353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SŽDC, s.o. - SDC OVA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Vojtěch Hermann</dc:creator>
  <cp:keywords/>
  <cp:lastModifiedBy>Bauer Michal</cp:lastModifiedBy>
  <cp:revision>4</cp:revision>
  <cp:lastPrinted>2020-01-27T08:50:00Z</cp:lastPrinted>
  <dcterms:created xsi:type="dcterms:W3CDTF">2020-07-23T08:11:00Z</dcterms:created>
  <dcterms:modified xsi:type="dcterms:W3CDTF">2020-08-07T09:31:00Z</dcterms:modified>
</cp:coreProperties>
</file>